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A5B7A4E" w14:textId="77777777" w:rsidTr="00F862D6">
        <w:tc>
          <w:tcPr>
            <w:tcW w:w="1020" w:type="dxa"/>
          </w:tcPr>
          <w:p w14:paraId="6473EB17" w14:textId="77777777" w:rsidR="00F64786" w:rsidRDefault="00F64786" w:rsidP="0077673A"/>
        </w:tc>
        <w:tc>
          <w:tcPr>
            <w:tcW w:w="2552" w:type="dxa"/>
          </w:tcPr>
          <w:p w14:paraId="4E0EB981" w14:textId="77777777" w:rsidR="00F64786" w:rsidRDefault="00F64786" w:rsidP="0077673A"/>
        </w:tc>
        <w:tc>
          <w:tcPr>
            <w:tcW w:w="823" w:type="dxa"/>
          </w:tcPr>
          <w:p w14:paraId="25EF7623" w14:textId="77777777" w:rsidR="00F64786" w:rsidRDefault="00F64786" w:rsidP="0077673A"/>
        </w:tc>
        <w:tc>
          <w:tcPr>
            <w:tcW w:w="3685" w:type="dxa"/>
          </w:tcPr>
          <w:p w14:paraId="6E93E23F" w14:textId="77777777" w:rsidR="00F64786" w:rsidRDefault="00F64786" w:rsidP="0077673A"/>
        </w:tc>
      </w:tr>
      <w:tr w:rsidR="00F862D6" w14:paraId="5B3DD7B0" w14:textId="77777777" w:rsidTr="00596C7E">
        <w:tc>
          <w:tcPr>
            <w:tcW w:w="1020" w:type="dxa"/>
          </w:tcPr>
          <w:p w14:paraId="626FE012" w14:textId="77777777" w:rsidR="00F862D6" w:rsidRDefault="00F862D6" w:rsidP="0077673A"/>
        </w:tc>
        <w:tc>
          <w:tcPr>
            <w:tcW w:w="2552" w:type="dxa"/>
          </w:tcPr>
          <w:p w14:paraId="78F3F54B" w14:textId="77777777" w:rsidR="00F862D6" w:rsidRDefault="00F862D6" w:rsidP="00764595"/>
        </w:tc>
        <w:tc>
          <w:tcPr>
            <w:tcW w:w="823" w:type="dxa"/>
          </w:tcPr>
          <w:p w14:paraId="42162785" w14:textId="77777777" w:rsidR="00F862D6" w:rsidRDefault="00F862D6" w:rsidP="0077673A"/>
        </w:tc>
        <w:tc>
          <w:tcPr>
            <w:tcW w:w="3685" w:type="dxa"/>
            <w:vMerge w:val="restart"/>
          </w:tcPr>
          <w:p w14:paraId="66F6FB19" w14:textId="77777777" w:rsidR="00596C7E" w:rsidRDefault="00596C7E" w:rsidP="00596C7E">
            <w:pPr>
              <w:rPr>
                <w:rStyle w:val="Potovnadresa"/>
              </w:rPr>
            </w:pPr>
          </w:p>
          <w:p w14:paraId="2C0BC97F" w14:textId="77777777" w:rsidR="00F862D6" w:rsidRPr="00B842E7" w:rsidRDefault="00B842E7" w:rsidP="00B842E7">
            <w:pPr>
              <w:ind w:left="567"/>
              <w:rPr>
                <w:rStyle w:val="Potovnadresa"/>
                <w:b/>
              </w:rPr>
            </w:pPr>
            <w:r w:rsidRPr="00B842E7">
              <w:rPr>
                <w:rStyle w:val="Potovnadresa"/>
                <w:b/>
              </w:rPr>
              <w:t>Prostřednictvím E-ZAK</w:t>
            </w:r>
          </w:p>
        </w:tc>
      </w:tr>
      <w:tr w:rsidR="00F862D6" w14:paraId="7FFF7B6C" w14:textId="77777777" w:rsidTr="00F862D6">
        <w:tc>
          <w:tcPr>
            <w:tcW w:w="1020" w:type="dxa"/>
          </w:tcPr>
          <w:p w14:paraId="6E8870DF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5F1779" w14:textId="096C31AE" w:rsidR="00F862D6" w:rsidRPr="003E6B9A" w:rsidRDefault="004272CE" w:rsidP="0037111D">
            <w:r w:rsidRPr="004272CE">
              <w:rPr>
                <w:rFonts w:ascii="Helvetica" w:hAnsi="Helvetica"/>
              </w:rPr>
              <w:t>9602/2022-SŽ-SSV-Ú3</w:t>
            </w:r>
          </w:p>
        </w:tc>
        <w:tc>
          <w:tcPr>
            <w:tcW w:w="823" w:type="dxa"/>
          </w:tcPr>
          <w:p w14:paraId="72142531" w14:textId="77777777" w:rsidR="00F862D6" w:rsidRDefault="00F862D6" w:rsidP="0077673A"/>
        </w:tc>
        <w:tc>
          <w:tcPr>
            <w:tcW w:w="3685" w:type="dxa"/>
            <w:vMerge/>
          </w:tcPr>
          <w:p w14:paraId="09E3B766" w14:textId="77777777" w:rsidR="00F862D6" w:rsidRDefault="00F862D6" w:rsidP="0077673A"/>
        </w:tc>
      </w:tr>
      <w:tr w:rsidR="00F862D6" w14:paraId="7A73B586" w14:textId="77777777" w:rsidTr="00F862D6">
        <w:tc>
          <w:tcPr>
            <w:tcW w:w="1020" w:type="dxa"/>
          </w:tcPr>
          <w:p w14:paraId="072EE75B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2D6E511F" w14:textId="7CAC58C8" w:rsidR="00F862D6" w:rsidRPr="003E6B9A" w:rsidRDefault="00366D37" w:rsidP="00CC1E2B">
            <w:r w:rsidRPr="00366D37">
              <w:t>5</w:t>
            </w:r>
            <w:r w:rsidR="004272CE" w:rsidRPr="00366D37">
              <w:t>/6</w:t>
            </w:r>
          </w:p>
        </w:tc>
        <w:tc>
          <w:tcPr>
            <w:tcW w:w="823" w:type="dxa"/>
          </w:tcPr>
          <w:p w14:paraId="7C2ADB8A" w14:textId="77777777" w:rsidR="00F862D6" w:rsidRDefault="00F862D6" w:rsidP="0077673A"/>
        </w:tc>
        <w:tc>
          <w:tcPr>
            <w:tcW w:w="3685" w:type="dxa"/>
            <w:vMerge/>
          </w:tcPr>
          <w:p w14:paraId="13352FB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B354C41" w14:textId="77777777" w:rsidTr="00B23CA3">
        <w:trPr>
          <w:trHeight w:val="77"/>
        </w:trPr>
        <w:tc>
          <w:tcPr>
            <w:tcW w:w="1020" w:type="dxa"/>
          </w:tcPr>
          <w:p w14:paraId="4407CB2B" w14:textId="77777777" w:rsidR="00F862D6" w:rsidRDefault="00F862D6" w:rsidP="0077673A"/>
        </w:tc>
        <w:tc>
          <w:tcPr>
            <w:tcW w:w="2552" w:type="dxa"/>
          </w:tcPr>
          <w:p w14:paraId="7A0A0344" w14:textId="77777777" w:rsidR="00F862D6" w:rsidRPr="003E6B9A" w:rsidRDefault="00F862D6" w:rsidP="0077673A"/>
        </w:tc>
        <w:tc>
          <w:tcPr>
            <w:tcW w:w="823" w:type="dxa"/>
          </w:tcPr>
          <w:p w14:paraId="6D2C2EF4" w14:textId="77777777" w:rsidR="00F862D6" w:rsidRDefault="00F862D6" w:rsidP="0077673A"/>
        </w:tc>
        <w:tc>
          <w:tcPr>
            <w:tcW w:w="3685" w:type="dxa"/>
            <w:vMerge/>
          </w:tcPr>
          <w:p w14:paraId="53122C2B" w14:textId="77777777" w:rsidR="00F862D6" w:rsidRDefault="00F862D6" w:rsidP="0077673A"/>
        </w:tc>
      </w:tr>
      <w:tr w:rsidR="00F862D6" w14:paraId="36871FAA" w14:textId="77777777" w:rsidTr="00F862D6">
        <w:tc>
          <w:tcPr>
            <w:tcW w:w="1020" w:type="dxa"/>
          </w:tcPr>
          <w:p w14:paraId="46BB434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9103FAD" w14:textId="77777777" w:rsidR="00F862D6" w:rsidRPr="003E6B9A" w:rsidRDefault="00B842E7" w:rsidP="00FE3455">
            <w:r>
              <w:t>Ing. Kamila Přerovská</w:t>
            </w:r>
          </w:p>
        </w:tc>
        <w:tc>
          <w:tcPr>
            <w:tcW w:w="823" w:type="dxa"/>
          </w:tcPr>
          <w:p w14:paraId="1F679DA0" w14:textId="77777777" w:rsidR="00F862D6" w:rsidRDefault="00F862D6" w:rsidP="0077673A"/>
        </w:tc>
        <w:tc>
          <w:tcPr>
            <w:tcW w:w="3685" w:type="dxa"/>
            <w:vMerge/>
          </w:tcPr>
          <w:p w14:paraId="6516CB6E" w14:textId="77777777" w:rsidR="00F862D6" w:rsidRDefault="00F862D6" w:rsidP="0077673A"/>
        </w:tc>
      </w:tr>
      <w:tr w:rsidR="009A7568" w14:paraId="1A7F7C02" w14:textId="77777777" w:rsidTr="00F862D6">
        <w:tc>
          <w:tcPr>
            <w:tcW w:w="1020" w:type="dxa"/>
          </w:tcPr>
          <w:p w14:paraId="78D69B64" w14:textId="77777777" w:rsidR="009A7568" w:rsidRDefault="009A7568" w:rsidP="009A7568"/>
        </w:tc>
        <w:tc>
          <w:tcPr>
            <w:tcW w:w="2552" w:type="dxa"/>
          </w:tcPr>
          <w:p w14:paraId="5C1434FA" w14:textId="77777777" w:rsidR="009A7568" w:rsidRPr="003E6B9A" w:rsidRDefault="009A7568" w:rsidP="009A7568"/>
        </w:tc>
        <w:tc>
          <w:tcPr>
            <w:tcW w:w="823" w:type="dxa"/>
          </w:tcPr>
          <w:p w14:paraId="0E413929" w14:textId="77777777" w:rsidR="009A7568" w:rsidRDefault="009A7568" w:rsidP="009A7568"/>
        </w:tc>
        <w:tc>
          <w:tcPr>
            <w:tcW w:w="3685" w:type="dxa"/>
            <w:vMerge/>
          </w:tcPr>
          <w:p w14:paraId="773A814E" w14:textId="77777777" w:rsidR="009A7568" w:rsidRDefault="009A7568" w:rsidP="009A7568"/>
        </w:tc>
      </w:tr>
      <w:tr w:rsidR="009A7568" w14:paraId="28570507" w14:textId="77777777" w:rsidTr="00F862D6">
        <w:tc>
          <w:tcPr>
            <w:tcW w:w="1020" w:type="dxa"/>
          </w:tcPr>
          <w:p w14:paraId="27C51725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F15A5AE" w14:textId="77777777" w:rsidR="009A7568" w:rsidRPr="003E6B9A" w:rsidRDefault="00B842E7" w:rsidP="009A7568">
            <w:r>
              <w:t>702 164 086</w:t>
            </w:r>
          </w:p>
        </w:tc>
        <w:tc>
          <w:tcPr>
            <w:tcW w:w="823" w:type="dxa"/>
          </w:tcPr>
          <w:p w14:paraId="0C81E9BE" w14:textId="77777777" w:rsidR="009A7568" w:rsidRDefault="009A7568" w:rsidP="009A7568"/>
        </w:tc>
        <w:tc>
          <w:tcPr>
            <w:tcW w:w="3685" w:type="dxa"/>
            <w:vMerge/>
          </w:tcPr>
          <w:p w14:paraId="6EF0D638" w14:textId="77777777" w:rsidR="009A7568" w:rsidRDefault="009A7568" w:rsidP="009A7568"/>
        </w:tc>
      </w:tr>
      <w:tr w:rsidR="009A7568" w14:paraId="53CB9ED8" w14:textId="77777777" w:rsidTr="00F862D6">
        <w:tc>
          <w:tcPr>
            <w:tcW w:w="1020" w:type="dxa"/>
          </w:tcPr>
          <w:p w14:paraId="2D689990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0D7EFBF" w14:textId="77777777" w:rsidR="009A7568" w:rsidRPr="003E6B9A" w:rsidRDefault="00366D37" w:rsidP="006104F6">
            <w:hyperlink r:id="rId11" w:history="1">
              <w:r w:rsidR="00B842E7" w:rsidRPr="00C54F2F">
                <w:rPr>
                  <w:rStyle w:val="Hypertextovodkaz"/>
                </w:rPr>
                <w:t>Prerovska@spravazeleznic.cz</w:t>
              </w:r>
            </w:hyperlink>
            <w:r w:rsidR="00B842E7">
              <w:t xml:space="preserve"> </w:t>
            </w:r>
          </w:p>
        </w:tc>
        <w:tc>
          <w:tcPr>
            <w:tcW w:w="823" w:type="dxa"/>
          </w:tcPr>
          <w:p w14:paraId="17154257" w14:textId="77777777" w:rsidR="009A7568" w:rsidRDefault="009A7568" w:rsidP="009A7568"/>
        </w:tc>
        <w:tc>
          <w:tcPr>
            <w:tcW w:w="3685" w:type="dxa"/>
            <w:vMerge/>
          </w:tcPr>
          <w:p w14:paraId="259EAFD1" w14:textId="77777777" w:rsidR="009A7568" w:rsidRDefault="009A7568" w:rsidP="009A7568"/>
        </w:tc>
      </w:tr>
      <w:tr w:rsidR="009A7568" w14:paraId="04202A51" w14:textId="77777777" w:rsidTr="00F862D6">
        <w:tc>
          <w:tcPr>
            <w:tcW w:w="1020" w:type="dxa"/>
          </w:tcPr>
          <w:p w14:paraId="4599ADF8" w14:textId="77777777" w:rsidR="009A7568" w:rsidRDefault="009A7568" w:rsidP="009A7568"/>
        </w:tc>
        <w:tc>
          <w:tcPr>
            <w:tcW w:w="2552" w:type="dxa"/>
          </w:tcPr>
          <w:p w14:paraId="33B3D358" w14:textId="77777777" w:rsidR="009A7568" w:rsidRPr="003E6B9A" w:rsidRDefault="009A7568" w:rsidP="009A7568"/>
        </w:tc>
        <w:tc>
          <w:tcPr>
            <w:tcW w:w="823" w:type="dxa"/>
          </w:tcPr>
          <w:p w14:paraId="14BF9F0E" w14:textId="77777777" w:rsidR="009A7568" w:rsidRDefault="009A7568" w:rsidP="009A7568"/>
        </w:tc>
        <w:tc>
          <w:tcPr>
            <w:tcW w:w="3685" w:type="dxa"/>
          </w:tcPr>
          <w:p w14:paraId="16458586" w14:textId="77777777" w:rsidR="009A7568" w:rsidRDefault="009A7568" w:rsidP="009A7568"/>
        </w:tc>
      </w:tr>
      <w:tr w:rsidR="009A7568" w14:paraId="4639587B" w14:textId="77777777" w:rsidTr="00F862D6">
        <w:tc>
          <w:tcPr>
            <w:tcW w:w="1020" w:type="dxa"/>
          </w:tcPr>
          <w:p w14:paraId="6104279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6F8E3D" w14:textId="6D98661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66D37">
              <w:rPr>
                <w:noProof/>
              </w:rPr>
              <w:t>29.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DB0B7D1" w14:textId="77777777" w:rsidR="009A7568" w:rsidRDefault="009A7568" w:rsidP="009A7568"/>
        </w:tc>
        <w:tc>
          <w:tcPr>
            <w:tcW w:w="3685" w:type="dxa"/>
          </w:tcPr>
          <w:p w14:paraId="4F8897EE" w14:textId="77777777" w:rsidR="009A7568" w:rsidRDefault="009A7568" w:rsidP="009A7568"/>
        </w:tc>
      </w:tr>
      <w:tr w:rsidR="00F64786" w14:paraId="1971F2CE" w14:textId="77777777" w:rsidTr="00F862D6">
        <w:tc>
          <w:tcPr>
            <w:tcW w:w="1020" w:type="dxa"/>
          </w:tcPr>
          <w:p w14:paraId="21044A6A" w14:textId="77777777" w:rsidR="00F64786" w:rsidRDefault="00F64786" w:rsidP="0077673A"/>
        </w:tc>
        <w:tc>
          <w:tcPr>
            <w:tcW w:w="2552" w:type="dxa"/>
          </w:tcPr>
          <w:p w14:paraId="3CA7954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416BDA8" w14:textId="77777777" w:rsidR="00F64786" w:rsidRDefault="00F64786" w:rsidP="0077673A"/>
        </w:tc>
        <w:tc>
          <w:tcPr>
            <w:tcW w:w="3685" w:type="dxa"/>
          </w:tcPr>
          <w:p w14:paraId="777688FB" w14:textId="77777777" w:rsidR="00F64786" w:rsidRDefault="00F64786" w:rsidP="0077673A"/>
        </w:tc>
      </w:tr>
      <w:tr w:rsidR="00F862D6" w14:paraId="57B9AC3A" w14:textId="77777777" w:rsidTr="00B45E9E">
        <w:trPr>
          <w:trHeight w:val="794"/>
        </w:trPr>
        <w:tc>
          <w:tcPr>
            <w:tcW w:w="1020" w:type="dxa"/>
          </w:tcPr>
          <w:p w14:paraId="437C98C9" w14:textId="77777777" w:rsidR="00F862D6" w:rsidRDefault="00F862D6" w:rsidP="0077673A"/>
        </w:tc>
        <w:tc>
          <w:tcPr>
            <w:tcW w:w="2552" w:type="dxa"/>
          </w:tcPr>
          <w:p w14:paraId="1DFE2998" w14:textId="77777777" w:rsidR="00F862D6" w:rsidRDefault="00F862D6" w:rsidP="00F310F8"/>
        </w:tc>
        <w:tc>
          <w:tcPr>
            <w:tcW w:w="823" w:type="dxa"/>
          </w:tcPr>
          <w:p w14:paraId="3A8E6624" w14:textId="77777777" w:rsidR="00F862D6" w:rsidRDefault="00F862D6" w:rsidP="0077673A"/>
        </w:tc>
        <w:tc>
          <w:tcPr>
            <w:tcW w:w="3685" w:type="dxa"/>
          </w:tcPr>
          <w:p w14:paraId="03F13638" w14:textId="77777777" w:rsidR="00F862D6" w:rsidRDefault="00F862D6" w:rsidP="0077673A"/>
        </w:tc>
      </w:tr>
    </w:tbl>
    <w:p w14:paraId="09111B85" w14:textId="5FDB6015" w:rsidR="00B842E7" w:rsidRDefault="00366D37" w:rsidP="00B842E7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 w:rsidR="00B842E7">
        <w:rPr>
          <w:rFonts w:eastAsia="Calibri" w:cs="Times New Roman"/>
          <w:b/>
          <w:lang w:eastAsia="cs-CZ"/>
        </w:rPr>
        <w:t>Rekonstrukce výpravní budovy v žst. Ostružná</w:t>
      </w:r>
    </w:p>
    <w:p w14:paraId="2B0310C9" w14:textId="77777777" w:rsidR="00366D37" w:rsidRDefault="00366D37" w:rsidP="00B842E7">
      <w:pPr>
        <w:spacing w:after="0" w:line="240" w:lineRule="auto"/>
        <w:rPr>
          <w:rFonts w:eastAsia="Calibri" w:cs="Times New Roman"/>
          <w:lang w:eastAsia="cs-CZ"/>
        </w:rPr>
      </w:pPr>
    </w:p>
    <w:p w14:paraId="705966C0" w14:textId="244FF8A8" w:rsidR="00CB7B5A" w:rsidRPr="00CB7B5A" w:rsidRDefault="00B842E7" w:rsidP="00366D37">
      <w:pPr>
        <w:spacing w:after="0" w:line="240" w:lineRule="auto"/>
        <w:ind w:firstLine="708"/>
        <w:rPr>
          <w:rFonts w:eastAsia="Calibri" w:cs="Times New Roman"/>
          <w:b/>
          <w:bCs/>
          <w:lang w:eastAsia="cs-CZ"/>
        </w:rPr>
      </w:pPr>
      <w:r w:rsidRPr="0039318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Times New Roman" w:cs="Times New Roman"/>
          <w:lang w:eastAsia="cs-CZ"/>
        </w:rPr>
        <w:t>9</w:t>
      </w:r>
      <w:r w:rsidRPr="00CB7B5A">
        <w:rPr>
          <w:rFonts w:eastAsia="Calibri" w:cs="Times New Roman"/>
          <w:lang w:eastAsia="cs-CZ"/>
        </w:rPr>
        <w:t xml:space="preserve"> </w:t>
      </w:r>
      <w:r w:rsidR="00CB7B5A"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Times New Roman" w:cs="Times New Roman"/>
          <w:lang w:eastAsia="cs-CZ"/>
        </w:rPr>
        <w:instrText xml:space="preserve"> FORMTEXT </w:instrText>
      </w:r>
      <w:r w:rsidR="00CB7B5A" w:rsidRPr="00CB7B5A">
        <w:rPr>
          <w:rFonts w:eastAsia="Times New Roman" w:cs="Times New Roman"/>
          <w:lang w:eastAsia="cs-CZ"/>
        </w:rPr>
      </w:r>
      <w:r w:rsidR="00CB7B5A" w:rsidRPr="00CB7B5A">
        <w:rPr>
          <w:rFonts w:eastAsia="Times New Roman" w:cs="Times New Roman"/>
          <w:lang w:eastAsia="cs-CZ"/>
        </w:rPr>
        <w:fldChar w:fldCharType="separate"/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fldChar w:fldCharType="end"/>
      </w:r>
      <w:r w:rsidR="00CB7B5A" w:rsidRPr="00CB7B5A">
        <w:rPr>
          <w:rFonts w:eastAsia="Calibri" w:cs="Times New Roman"/>
          <w:lang w:eastAsia="cs-CZ"/>
        </w:rPr>
        <w:t xml:space="preserve"> </w:t>
      </w:r>
    </w:p>
    <w:p w14:paraId="30C7BEC0" w14:textId="7E694191" w:rsidR="00CB7B5A" w:rsidRDefault="00CB7B5A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7054154" w14:textId="77777777" w:rsidR="00366D37" w:rsidRPr="00CB7B5A" w:rsidRDefault="00366D37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GoBack"/>
      <w:bookmarkEnd w:id="1"/>
    </w:p>
    <w:p w14:paraId="79ED8DE9" w14:textId="1B6585BC" w:rsidR="00CB7B5A" w:rsidRDefault="00B842E7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49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1D4F5F18" w14:textId="77777777" w:rsidR="0000235E" w:rsidRDefault="0000235E" w:rsidP="00530715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00235E">
        <w:rPr>
          <w:rFonts w:eastAsia="Calibri" w:cs="Times New Roman"/>
          <w:u w:val="single"/>
          <w:lang w:eastAsia="cs-CZ"/>
        </w:rPr>
        <w:t>Informační systém:</w:t>
      </w:r>
    </w:p>
    <w:p w14:paraId="7CB56BBB" w14:textId="5CF01868" w:rsidR="0000235E" w:rsidRPr="00614486" w:rsidRDefault="00614486" w:rsidP="00614486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>
        <w:rPr>
          <w:rFonts w:eastAsia="Times New Roman"/>
        </w:rPr>
        <w:t>C</w:t>
      </w:r>
      <w:r w:rsidR="0000235E" w:rsidRPr="00614486">
        <w:rPr>
          <w:rFonts w:eastAsia="Times New Roman"/>
        </w:rPr>
        <w:t xml:space="preserve">hybí </w:t>
      </w:r>
      <w:r w:rsidR="0000235E" w:rsidRPr="00614486">
        <w:rPr>
          <w:rFonts w:eastAsia="Times New Roman"/>
          <w:bCs/>
        </w:rPr>
        <w:t>blokové (logické) schéma zapojení stávajícího IS</w:t>
      </w:r>
      <w:r w:rsidR="0000235E" w:rsidRPr="00614486">
        <w:rPr>
          <w:rFonts w:eastAsia="Times New Roman"/>
        </w:rPr>
        <w:t xml:space="preserve"> – viz směrnice SŽ</w:t>
      </w:r>
      <w:r w:rsidR="0090253E" w:rsidRPr="00614486">
        <w:rPr>
          <w:rFonts w:eastAsia="Times New Roman"/>
        </w:rPr>
        <w:t>, musí sedět vůči výkazu výměr</w:t>
      </w:r>
      <w:r>
        <w:rPr>
          <w:rFonts w:eastAsia="Times New Roman"/>
        </w:rPr>
        <w:t>.</w:t>
      </w:r>
    </w:p>
    <w:p w14:paraId="3CDE6D6C" w14:textId="47E442AD" w:rsidR="0090253E" w:rsidRPr="00614486" w:rsidRDefault="00614486" w:rsidP="00614486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>
        <w:rPr>
          <w:rFonts w:eastAsia="Times New Roman"/>
        </w:rPr>
        <w:t>C</w:t>
      </w:r>
      <w:r w:rsidR="0000235E" w:rsidRPr="00614486">
        <w:rPr>
          <w:rFonts w:eastAsia="Times New Roman"/>
        </w:rPr>
        <w:t xml:space="preserve">hybí </w:t>
      </w:r>
      <w:r w:rsidR="0000235E" w:rsidRPr="00614486">
        <w:rPr>
          <w:rFonts w:eastAsia="Times New Roman"/>
          <w:bCs/>
        </w:rPr>
        <w:t>blokové schéma zapojení nového stavu</w:t>
      </w:r>
      <w:r w:rsidR="0000235E" w:rsidRPr="00614486">
        <w:rPr>
          <w:rFonts w:eastAsia="Times New Roman"/>
          <w:b/>
          <w:bCs/>
        </w:rPr>
        <w:t xml:space="preserve"> </w:t>
      </w:r>
      <w:r w:rsidR="0000235E" w:rsidRPr="00614486">
        <w:rPr>
          <w:rFonts w:eastAsia="Times New Roman"/>
          <w:bCs/>
        </w:rPr>
        <w:t>IS</w:t>
      </w:r>
      <w:r w:rsidR="0000235E" w:rsidRPr="00614486">
        <w:rPr>
          <w:rFonts w:eastAsia="Times New Roman"/>
        </w:rPr>
        <w:t xml:space="preserve"> (monitory, tabule, řídící systém) – viz směrnice SŽ</w:t>
      </w:r>
      <w:r w:rsidR="0090253E" w:rsidRPr="00614486">
        <w:rPr>
          <w:rFonts w:eastAsia="Times New Roman"/>
        </w:rPr>
        <w:t>, musí sedět vůči výkazu výměr</w:t>
      </w:r>
      <w:r>
        <w:rPr>
          <w:rFonts w:eastAsia="Times New Roman"/>
        </w:rPr>
        <w:t>.</w:t>
      </w:r>
    </w:p>
    <w:p w14:paraId="296A0C65" w14:textId="53A382CF" w:rsidR="00CB7B5A" w:rsidRPr="002540C8" w:rsidRDefault="00CB7B5A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46A5621" w14:textId="612467DA" w:rsidR="00CB7B5A" w:rsidRPr="002540C8" w:rsidRDefault="0090253E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540C8">
        <w:rPr>
          <w:rFonts w:eastAsia="Calibri" w:cs="Times New Roman"/>
          <w:b/>
          <w:lang w:eastAsia="cs-CZ"/>
        </w:rPr>
        <w:t>Odpověď:</w:t>
      </w:r>
    </w:p>
    <w:p w14:paraId="4CB10FBB" w14:textId="7ADCD072" w:rsidR="0090253E" w:rsidRPr="002540C8" w:rsidRDefault="0088714E" w:rsidP="0053071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540C8">
        <w:rPr>
          <w:rFonts w:eastAsia="Calibri" w:cs="Times New Roman"/>
          <w:lang w:eastAsia="cs-CZ"/>
        </w:rPr>
        <w:t>Schéma stávajícího zapojení zasíláme přílohou spolu s TZ, dispozicemi a obsazením skříní.</w:t>
      </w:r>
      <w:r w:rsidR="00C02A11" w:rsidRPr="002540C8">
        <w:rPr>
          <w:rFonts w:eastAsia="Calibri" w:cs="Times New Roman"/>
          <w:lang w:eastAsia="cs-CZ"/>
        </w:rPr>
        <w:t xml:space="preserve"> </w:t>
      </w:r>
    </w:p>
    <w:p w14:paraId="5E772F37" w14:textId="71FC839B" w:rsidR="00CB7B5A" w:rsidRDefault="00CB7B5A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F51C8E4" w14:textId="77777777" w:rsidR="00366D37" w:rsidRPr="00CB7B5A" w:rsidRDefault="00366D37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D5B3B28" w14:textId="05795343" w:rsidR="00CB7B5A" w:rsidRPr="00C02A11" w:rsidRDefault="00CB7B5A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2A11">
        <w:rPr>
          <w:rFonts w:eastAsia="Calibri" w:cs="Times New Roman"/>
          <w:b/>
          <w:lang w:eastAsia="cs-CZ"/>
        </w:rPr>
        <w:t xml:space="preserve">Dotaz č. </w:t>
      </w:r>
      <w:r w:rsidR="00B842E7" w:rsidRPr="00C02A11">
        <w:rPr>
          <w:rFonts w:eastAsia="Calibri" w:cs="Times New Roman"/>
          <w:b/>
          <w:lang w:eastAsia="cs-CZ"/>
        </w:rPr>
        <w:t>50</w:t>
      </w:r>
      <w:r w:rsidRPr="00C02A11">
        <w:rPr>
          <w:rFonts w:eastAsia="Calibri" w:cs="Times New Roman"/>
          <w:b/>
          <w:lang w:eastAsia="cs-CZ"/>
        </w:rPr>
        <w:t>:</w:t>
      </w:r>
    </w:p>
    <w:p w14:paraId="1A7BEFD5" w14:textId="1FE2948C" w:rsidR="0000235E" w:rsidRPr="00C02A11" w:rsidRDefault="0000235E" w:rsidP="00530715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C02A11">
        <w:rPr>
          <w:rFonts w:eastAsia="Calibri" w:cs="Times New Roman"/>
          <w:u w:val="single"/>
          <w:lang w:eastAsia="cs-CZ"/>
        </w:rPr>
        <w:t>Informační systém:</w:t>
      </w:r>
    </w:p>
    <w:p w14:paraId="22C3CE35" w14:textId="70319194" w:rsidR="0000235E" w:rsidRPr="00C02A11" w:rsidRDefault="00614486" w:rsidP="00614486">
      <w:pPr>
        <w:spacing w:after="0" w:line="240" w:lineRule="auto"/>
        <w:jc w:val="both"/>
        <w:rPr>
          <w:rFonts w:eastAsia="Times New Roman"/>
        </w:rPr>
      </w:pPr>
      <w:r w:rsidRPr="00C02A11">
        <w:rPr>
          <w:rFonts w:eastAsia="Times New Roman"/>
          <w:bCs/>
        </w:rPr>
        <w:t>C</w:t>
      </w:r>
      <w:r w:rsidR="0000235E" w:rsidRPr="00C02A11">
        <w:rPr>
          <w:rFonts w:eastAsia="Times New Roman"/>
          <w:bCs/>
        </w:rPr>
        <w:t>hybí blokové schéma napájení IS</w:t>
      </w:r>
      <w:r w:rsidR="0090253E" w:rsidRPr="00C02A11">
        <w:rPr>
          <w:rFonts w:eastAsia="Times New Roman"/>
          <w:bCs/>
        </w:rPr>
        <w:t xml:space="preserve">, </w:t>
      </w:r>
      <w:r w:rsidR="0000235E" w:rsidRPr="00C02A11">
        <w:rPr>
          <w:rFonts w:eastAsia="Times New Roman"/>
        </w:rPr>
        <w:t>musí sedět vůči výkazu výměr viz směrnice SŽ</w:t>
      </w:r>
      <w:r w:rsidRPr="00C02A11">
        <w:rPr>
          <w:rFonts w:eastAsia="Times New Roman"/>
        </w:rPr>
        <w:t>.</w:t>
      </w:r>
    </w:p>
    <w:p w14:paraId="4FF92FC4" w14:textId="3C96C08F" w:rsidR="00CB7B5A" w:rsidRPr="00C02A11" w:rsidRDefault="00CB7B5A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5AA61EC" w14:textId="21D32BEF" w:rsidR="00CB7B5A" w:rsidRDefault="00CB7B5A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2A11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14:paraId="3F7C4803" w14:textId="17A0B032" w:rsidR="0090253E" w:rsidRPr="0090253E" w:rsidRDefault="00C02A11" w:rsidP="00530715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Blokové schéma viz příloha.</w:t>
      </w:r>
    </w:p>
    <w:p w14:paraId="3D493BA7" w14:textId="77777777" w:rsidR="0090253E" w:rsidRPr="00CB7B5A" w:rsidRDefault="0090253E" w:rsidP="00530715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47B6DE8" w14:textId="77777777" w:rsidR="00CB7B5A" w:rsidRPr="00CB7B5A" w:rsidRDefault="00CB7B5A" w:rsidP="00530715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5E342895" w14:textId="6B0C7DE0" w:rsidR="00657C59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51</w:t>
      </w:r>
      <w:r w:rsidRPr="00CB7B5A">
        <w:rPr>
          <w:rFonts w:eastAsia="Calibri" w:cs="Times New Roman"/>
          <w:b/>
          <w:lang w:eastAsia="cs-CZ"/>
        </w:rPr>
        <w:t>:</w:t>
      </w:r>
    </w:p>
    <w:p w14:paraId="7FF31CC3" w14:textId="77777777" w:rsidR="0000235E" w:rsidRDefault="0000235E" w:rsidP="00530715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00235E">
        <w:rPr>
          <w:rFonts w:eastAsia="Calibri" w:cs="Times New Roman"/>
          <w:u w:val="single"/>
          <w:lang w:eastAsia="cs-CZ"/>
        </w:rPr>
        <w:t>Informační systém:</w:t>
      </w:r>
    </w:p>
    <w:p w14:paraId="787C6D4E" w14:textId="072A129C" w:rsidR="0000235E" w:rsidRPr="0000235E" w:rsidRDefault="0000235E" w:rsidP="00530715">
      <w:pPr>
        <w:spacing w:after="0" w:line="240" w:lineRule="auto"/>
        <w:jc w:val="both"/>
        <w:rPr>
          <w:rFonts w:eastAsia="Times New Roman"/>
          <w:b/>
          <w:bCs/>
        </w:rPr>
      </w:pPr>
      <w:r w:rsidRPr="0090253E">
        <w:rPr>
          <w:rFonts w:eastAsia="Times New Roman"/>
          <w:bCs/>
        </w:rPr>
        <w:t>Žádáme o specifikaci, j</w:t>
      </w:r>
      <w:r w:rsidRPr="0090253E">
        <w:rPr>
          <w:rFonts w:eastAsia="Times New Roman"/>
        </w:rPr>
        <w:t>ak</w:t>
      </w:r>
      <w:r w:rsidRPr="0000235E">
        <w:rPr>
          <w:rFonts w:eastAsia="Times New Roman"/>
        </w:rPr>
        <w:t xml:space="preserve"> má být řešena centrální část informačního systému typu klient a server, nebo vše in</w:t>
      </w:r>
      <w:r w:rsidR="00530715">
        <w:rPr>
          <w:rFonts w:eastAsia="Times New Roman"/>
        </w:rPr>
        <w:t>tegrováno v jednom společném hw?</w:t>
      </w:r>
    </w:p>
    <w:p w14:paraId="1205CB07" w14:textId="5D344CE4" w:rsidR="00657C59" w:rsidRPr="00CB7B5A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34A786E" w14:textId="046D1090" w:rsidR="00657C59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EFB2760" w14:textId="44CE87FD" w:rsidR="0090253E" w:rsidRPr="0090253E" w:rsidRDefault="0088714E" w:rsidP="00530715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Viz stávající zapojení v příloze.</w:t>
      </w:r>
    </w:p>
    <w:p w14:paraId="67210F78" w14:textId="77777777" w:rsidR="0090253E" w:rsidRPr="00CB7B5A" w:rsidRDefault="0090253E" w:rsidP="00530715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AFABFDE" w14:textId="77777777" w:rsidR="00657C59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09F926C" w14:textId="2BDEDCF2" w:rsidR="00657C59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52</w:t>
      </w:r>
      <w:r w:rsidRPr="00CB7B5A">
        <w:rPr>
          <w:rFonts w:eastAsia="Calibri" w:cs="Times New Roman"/>
          <w:b/>
          <w:lang w:eastAsia="cs-CZ"/>
        </w:rPr>
        <w:t>:</w:t>
      </w:r>
    </w:p>
    <w:p w14:paraId="1FCF0483" w14:textId="028919B1" w:rsidR="0090253E" w:rsidRDefault="0090253E" w:rsidP="00530715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00235E">
        <w:rPr>
          <w:rFonts w:eastAsia="Calibri" w:cs="Times New Roman"/>
          <w:u w:val="single"/>
          <w:lang w:eastAsia="cs-CZ"/>
        </w:rPr>
        <w:t>Informační systém:</w:t>
      </w:r>
    </w:p>
    <w:p w14:paraId="13DD429D" w14:textId="39AF0839" w:rsidR="0090253E" w:rsidRPr="0090253E" w:rsidRDefault="0090253E" w:rsidP="00530715">
      <w:pPr>
        <w:spacing w:after="0" w:line="240" w:lineRule="auto"/>
        <w:jc w:val="both"/>
        <w:rPr>
          <w:rFonts w:eastAsia="Times New Roman"/>
        </w:rPr>
      </w:pPr>
      <w:r w:rsidRPr="0090253E">
        <w:rPr>
          <w:rFonts w:eastAsia="Times New Roman"/>
          <w:bCs/>
        </w:rPr>
        <w:t>Jakým způsobem bude napájení IS zálohováno</w:t>
      </w:r>
      <w:r w:rsidRPr="0090253E">
        <w:rPr>
          <w:rFonts w:eastAsia="Times New Roman"/>
        </w:rPr>
        <w:t xml:space="preserve"> (dle standardů SŽ přes UPS)</w:t>
      </w:r>
      <w:r w:rsidR="00530715">
        <w:rPr>
          <w:rFonts w:eastAsia="Times New Roman"/>
        </w:rPr>
        <w:t>?</w:t>
      </w:r>
    </w:p>
    <w:p w14:paraId="60AB4EC6" w14:textId="2A512B85" w:rsidR="0090253E" w:rsidRPr="00CB7B5A" w:rsidRDefault="0090253E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Times New Roman"/>
        </w:rPr>
        <w:t>UPS v rozpočtu chybí – musí sedět vůči výkazu výměr</w:t>
      </w:r>
    </w:p>
    <w:p w14:paraId="64C123DB" w14:textId="77777777" w:rsidR="00657C59" w:rsidRPr="00CB7B5A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089749B" w14:textId="434BF47C" w:rsidR="00657C59" w:rsidRDefault="00530715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5F5D53AF" w14:textId="0F6EBFBA" w:rsidR="00530715" w:rsidRPr="0090253E" w:rsidRDefault="0088714E" w:rsidP="00530715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UPS bude stávající viz příloha.</w:t>
      </w:r>
    </w:p>
    <w:p w14:paraId="53EF1F06" w14:textId="77777777" w:rsidR="00530715" w:rsidRPr="00CB7B5A" w:rsidRDefault="00530715" w:rsidP="00530715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44B354E" w14:textId="77777777" w:rsidR="00657C59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448A065" w14:textId="6B076A89" w:rsidR="00657C59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53</w:t>
      </w:r>
      <w:r w:rsidRPr="00CB7B5A">
        <w:rPr>
          <w:rFonts w:eastAsia="Calibri" w:cs="Times New Roman"/>
          <w:b/>
          <w:lang w:eastAsia="cs-CZ"/>
        </w:rPr>
        <w:t>:</w:t>
      </w:r>
    </w:p>
    <w:p w14:paraId="168EE82F" w14:textId="145BA667" w:rsidR="00530715" w:rsidRDefault="00530715" w:rsidP="00530715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00235E">
        <w:rPr>
          <w:rFonts w:eastAsia="Calibri" w:cs="Times New Roman"/>
          <w:u w:val="single"/>
          <w:lang w:eastAsia="cs-CZ"/>
        </w:rPr>
        <w:t>Informační systém:</w:t>
      </w:r>
    </w:p>
    <w:p w14:paraId="4A817853" w14:textId="77777777" w:rsidR="00530715" w:rsidRPr="00530715" w:rsidRDefault="00530715" w:rsidP="00530715">
      <w:pPr>
        <w:spacing w:after="0" w:line="240" w:lineRule="auto"/>
        <w:jc w:val="both"/>
        <w:rPr>
          <w:rFonts w:eastAsia="Times New Roman"/>
          <w:bCs/>
        </w:rPr>
      </w:pPr>
      <w:r w:rsidRPr="00530715">
        <w:rPr>
          <w:rFonts w:eastAsia="Times New Roman"/>
          <w:bCs/>
        </w:rPr>
        <w:t>Bude IS dle standardu SŽ připojen z pohledu diagnostiky do systému DDTS?</w:t>
      </w:r>
    </w:p>
    <w:p w14:paraId="1B0B72FF" w14:textId="63F1F5B2" w:rsidR="00530715" w:rsidRPr="00CB7B5A" w:rsidRDefault="00530715" w:rsidP="0053071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Times New Roman"/>
        </w:rPr>
        <w:t>Pokud ano, tak je nutné doprojektovat a doplnit položky do výkazu výměr.</w:t>
      </w:r>
    </w:p>
    <w:p w14:paraId="113DF8DE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811CA4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24BD7A6" w14:textId="070579F1" w:rsidR="00530715" w:rsidRPr="0090253E" w:rsidRDefault="0088714E" w:rsidP="00530715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IS nebude zapojen do DDTS.</w:t>
      </w:r>
    </w:p>
    <w:p w14:paraId="213477B4" w14:textId="3B03F35C" w:rsidR="00657C59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19BDDD3" w14:textId="77777777" w:rsidR="00366D37" w:rsidRDefault="00366D37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4E0E9BD" w14:textId="3EA8F18C" w:rsidR="00657C59" w:rsidRDefault="00657C59" w:rsidP="0053071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54</w:t>
      </w:r>
      <w:r w:rsidRPr="00CB7B5A">
        <w:rPr>
          <w:rFonts w:eastAsia="Calibri" w:cs="Times New Roman"/>
          <w:b/>
          <w:lang w:eastAsia="cs-CZ"/>
        </w:rPr>
        <w:t>:</w:t>
      </w:r>
    </w:p>
    <w:p w14:paraId="72474D04" w14:textId="494EAFD5" w:rsidR="00530715" w:rsidRPr="00530715" w:rsidRDefault="00530715" w:rsidP="00530715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00235E">
        <w:rPr>
          <w:rFonts w:eastAsia="Calibri" w:cs="Times New Roman"/>
          <w:u w:val="single"/>
          <w:lang w:eastAsia="cs-CZ"/>
        </w:rPr>
        <w:t>Informační systém:</w:t>
      </w:r>
    </w:p>
    <w:p w14:paraId="462E8AFD" w14:textId="77777777" w:rsidR="00530715" w:rsidRPr="00530715" w:rsidRDefault="00530715" w:rsidP="00530715">
      <w:pPr>
        <w:spacing w:after="0" w:line="240" w:lineRule="auto"/>
        <w:jc w:val="both"/>
        <w:rPr>
          <w:rFonts w:eastAsia="Times New Roman"/>
          <w:bCs/>
        </w:rPr>
      </w:pPr>
      <w:r w:rsidRPr="00530715">
        <w:rPr>
          <w:rFonts w:eastAsia="Times New Roman"/>
          <w:bCs/>
        </w:rPr>
        <w:t>Žádáme potvrzení projektanta, že umístění informační monitory IS na fasádě splňují požadavek VÚŽ z pohledu interoperability</w:t>
      </w:r>
    </w:p>
    <w:p w14:paraId="7FE77366" w14:textId="100204E0" w:rsidR="00530715" w:rsidRPr="00530715" w:rsidRDefault="00530715" w:rsidP="0053071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Times New Roman"/>
          <w:b/>
          <w:bCs/>
        </w:rPr>
      </w:pPr>
      <w:r w:rsidRPr="00530715">
        <w:rPr>
          <w:rFonts w:eastAsia="Times New Roman"/>
        </w:rPr>
        <w:t xml:space="preserve">že je zajištěno z důvodu čitelnosti </w:t>
      </w:r>
      <w:r>
        <w:rPr>
          <w:rFonts w:eastAsia="Times New Roman"/>
        </w:rPr>
        <w:t>–</w:t>
      </w:r>
      <w:r w:rsidRPr="00530715">
        <w:rPr>
          <w:rFonts w:eastAsia="Times New Roman"/>
        </w:rPr>
        <w:t xml:space="preserve"> umístění</w:t>
      </w:r>
    </w:p>
    <w:p w14:paraId="6169DF47" w14:textId="77777777" w:rsidR="00530715" w:rsidRPr="00530715" w:rsidRDefault="00530715" w:rsidP="0053071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Times New Roman"/>
          <w:b/>
          <w:bCs/>
        </w:rPr>
      </w:pPr>
      <w:r w:rsidRPr="00530715">
        <w:rPr>
          <w:rFonts w:eastAsia="Times New Roman"/>
        </w:rPr>
        <w:t>svítivosti monitorů  - umístění</w:t>
      </w:r>
    </w:p>
    <w:p w14:paraId="30EF482A" w14:textId="0BF8C352" w:rsidR="00530715" w:rsidRPr="00530715" w:rsidRDefault="00530715" w:rsidP="00530715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Times New Roman"/>
          <w:b/>
          <w:bCs/>
        </w:rPr>
      </w:pPr>
      <w:r w:rsidRPr="00530715">
        <w:rPr>
          <w:rFonts w:eastAsia="Times New Roman"/>
        </w:rPr>
        <w:t>zajištění z hlediska regulace osvětlení – umístění</w:t>
      </w:r>
    </w:p>
    <w:p w14:paraId="7373DE16" w14:textId="1B154C89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1BD785" w14:textId="6326F04A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CDC5BAE" w14:textId="6B028657" w:rsidR="00530715" w:rsidRPr="0090253E" w:rsidRDefault="0088714E" w:rsidP="00530715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Dodaný typ panelů viz odpověď na dotaz číslo </w:t>
      </w:r>
      <w:r w:rsidR="00C17451">
        <w:rPr>
          <w:rFonts w:eastAsia="Calibri" w:cs="Times New Roman"/>
          <w:lang w:eastAsia="cs-CZ"/>
        </w:rPr>
        <w:t>44, bude splňovat parametry pro interoperabilitu.</w:t>
      </w:r>
    </w:p>
    <w:p w14:paraId="67DD3A7F" w14:textId="77777777" w:rsidR="00530715" w:rsidRPr="00CB7B5A" w:rsidRDefault="00530715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A27E7F4" w14:textId="77777777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FA3EED" w14:textId="65BD3A1C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55</w:t>
      </w:r>
      <w:r w:rsidRPr="00CB7B5A">
        <w:rPr>
          <w:rFonts w:eastAsia="Calibri" w:cs="Times New Roman"/>
          <w:b/>
          <w:lang w:eastAsia="cs-CZ"/>
        </w:rPr>
        <w:t>:</w:t>
      </w:r>
    </w:p>
    <w:p w14:paraId="276B3278" w14:textId="0A253ADB" w:rsidR="00530715" w:rsidRDefault="00530715" w:rsidP="00657C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530715">
        <w:rPr>
          <w:rFonts w:eastAsia="Calibri" w:cs="Times New Roman"/>
          <w:u w:val="single"/>
          <w:lang w:eastAsia="cs-CZ"/>
        </w:rPr>
        <w:t>Rozhlasový systém:</w:t>
      </w:r>
    </w:p>
    <w:p w14:paraId="514F9A8E" w14:textId="3AE73149" w:rsidR="00530715" w:rsidRPr="00530715" w:rsidRDefault="00530715" w:rsidP="0053071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67382">
        <w:rPr>
          <w:rFonts w:eastAsia="Times New Roman"/>
        </w:rPr>
        <w:t>Chybí</w:t>
      </w:r>
      <w:r w:rsidRPr="00F67382">
        <w:rPr>
          <w:rFonts w:eastAsia="Times New Roman"/>
          <w:b/>
          <w:bCs/>
        </w:rPr>
        <w:t xml:space="preserve"> </w:t>
      </w:r>
      <w:r w:rsidRPr="00530715">
        <w:rPr>
          <w:rFonts w:eastAsia="Times New Roman"/>
          <w:bCs/>
        </w:rPr>
        <w:t>blokové (logické) zapojení stávajícího rozhlasového systému a nově požadované rozhlasového systému</w:t>
      </w:r>
      <w:r w:rsidRPr="00530715">
        <w:rPr>
          <w:rFonts w:eastAsia="Times New Roman"/>
        </w:rPr>
        <w:t>,</w:t>
      </w:r>
      <w:r>
        <w:rPr>
          <w:rFonts w:eastAsia="Times New Roman"/>
        </w:rPr>
        <w:t xml:space="preserve"> ze kterého bude patrný rozsah dodávek nových prvků (rozhlasová ústředna, ovládací panel atd) dle standardu SŽ výměr (toto schéma má být dle směrnic SŽ součástí tohoto stupně dokumentace).</w:t>
      </w:r>
    </w:p>
    <w:p w14:paraId="364CE849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77F85C" w14:textId="0D9DFD30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106C2E7" w14:textId="617CDCE4" w:rsidR="00C17451" w:rsidRPr="00C17451" w:rsidRDefault="00C17451" w:rsidP="00657C59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C17451">
        <w:rPr>
          <w:rFonts w:eastAsia="Calibri" w:cs="Times New Roman"/>
          <w:lang w:eastAsia="cs-CZ"/>
        </w:rPr>
        <w:t>Viz stávající zapojení v příloze.</w:t>
      </w:r>
    </w:p>
    <w:p w14:paraId="787FB1F7" w14:textId="77777777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DB5B0C" w14:textId="7D765882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56</w:t>
      </w:r>
      <w:r w:rsidRPr="00CB7B5A">
        <w:rPr>
          <w:rFonts w:eastAsia="Calibri" w:cs="Times New Roman"/>
          <w:b/>
          <w:lang w:eastAsia="cs-CZ"/>
        </w:rPr>
        <w:t>:</w:t>
      </w:r>
    </w:p>
    <w:p w14:paraId="4617A151" w14:textId="77777777" w:rsidR="00530715" w:rsidRDefault="00530715" w:rsidP="00657C59">
      <w:pPr>
        <w:spacing w:after="0" w:line="240" w:lineRule="auto"/>
        <w:rPr>
          <w:rFonts w:eastAsia="Times New Roman"/>
          <w:b/>
          <w:bCs/>
        </w:rPr>
      </w:pPr>
      <w:r w:rsidRPr="00530715">
        <w:rPr>
          <w:rFonts w:eastAsia="Calibri" w:cs="Times New Roman"/>
          <w:u w:val="single"/>
          <w:lang w:eastAsia="cs-CZ"/>
        </w:rPr>
        <w:t>Rozhlasový systém:</w:t>
      </w:r>
    </w:p>
    <w:p w14:paraId="29DAEBB9" w14:textId="0F9F402B" w:rsidR="00530715" w:rsidRPr="003703C4" w:rsidRDefault="00530715" w:rsidP="00657C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530715">
        <w:rPr>
          <w:rFonts w:eastAsia="Times New Roman"/>
          <w:bCs/>
        </w:rPr>
        <w:t>Doplnit řešení manuálního ovládání rozhlasu</w:t>
      </w:r>
      <w:r w:rsidRPr="00530715">
        <w:rPr>
          <w:rFonts w:eastAsia="Times New Roman"/>
        </w:rPr>
        <w:t>, který není řešen v </w:t>
      </w:r>
      <w:r w:rsidR="003703C4">
        <w:rPr>
          <w:rFonts w:eastAsia="Times New Roman"/>
        </w:rPr>
        <w:t>dokumentaci ani ve výkazu výměr</w:t>
      </w:r>
      <w:r w:rsidRPr="00530715">
        <w:rPr>
          <w:rFonts w:eastAsia="Times New Roman"/>
        </w:rPr>
        <w:t>?</w:t>
      </w:r>
    </w:p>
    <w:p w14:paraId="5B40C130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402281" w14:textId="4B858605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58C316F6" w14:textId="1D06CFCB" w:rsidR="00C17451" w:rsidRPr="00C17451" w:rsidRDefault="00C17451" w:rsidP="00C17451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C17451">
        <w:rPr>
          <w:rFonts w:eastAsia="Calibri" w:cs="Times New Roman"/>
          <w:lang w:eastAsia="cs-CZ"/>
        </w:rPr>
        <w:t>Viz stávající zapojení v</w:t>
      </w:r>
      <w:r>
        <w:rPr>
          <w:rFonts w:eastAsia="Calibri" w:cs="Times New Roman"/>
          <w:lang w:eastAsia="cs-CZ"/>
        </w:rPr>
        <w:t> příloze přes zapojovač.</w:t>
      </w:r>
    </w:p>
    <w:p w14:paraId="5C734688" w14:textId="77777777" w:rsidR="003703C4" w:rsidRDefault="003703C4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78A76C" w14:textId="77777777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BBBE09" w14:textId="6FA68B40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57</w:t>
      </w:r>
      <w:r w:rsidRPr="00CB7B5A">
        <w:rPr>
          <w:rFonts w:eastAsia="Calibri" w:cs="Times New Roman"/>
          <w:b/>
          <w:lang w:eastAsia="cs-CZ"/>
        </w:rPr>
        <w:t>:</w:t>
      </w:r>
    </w:p>
    <w:p w14:paraId="63390C2F" w14:textId="2A2958E7" w:rsidR="003703C4" w:rsidRDefault="003703C4" w:rsidP="00657C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530715">
        <w:rPr>
          <w:rFonts w:eastAsia="Calibri" w:cs="Times New Roman"/>
          <w:u w:val="single"/>
          <w:lang w:eastAsia="cs-CZ"/>
        </w:rPr>
        <w:t>Rozhlasový systém:</w:t>
      </w:r>
    </w:p>
    <w:p w14:paraId="0F444CB2" w14:textId="00A9A153" w:rsidR="003703C4" w:rsidRPr="00CB7B5A" w:rsidRDefault="003703C4" w:rsidP="003703C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703C4">
        <w:rPr>
          <w:rFonts w:eastAsia="Times New Roman"/>
          <w:bCs/>
        </w:rPr>
        <w:t>Bude požadována integrace rozhlasu do informačního systému</w:t>
      </w:r>
      <w:r>
        <w:rPr>
          <w:rFonts w:eastAsia="Times New Roman"/>
        </w:rPr>
        <w:t>? Pokud ano, tak žádáme o specifikaci rozhraní pro připojení rozhlasu (IP/analog) a doplnění položek do výkazu výměr.</w:t>
      </w:r>
    </w:p>
    <w:p w14:paraId="55765D5F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E8FA53" w14:textId="4C9B870E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29638C4" w14:textId="1385ACB6" w:rsidR="003703C4" w:rsidRPr="0090253E" w:rsidRDefault="00C17451" w:rsidP="003703C4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Zůstane zachován stávající stav viz příloha.</w:t>
      </w:r>
    </w:p>
    <w:p w14:paraId="0598F7DC" w14:textId="77777777" w:rsidR="003703C4" w:rsidRPr="00CB7B5A" w:rsidRDefault="003703C4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CD822CF" w14:textId="77777777" w:rsidR="00657C59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ABC452D" w14:textId="75EDC275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58</w:t>
      </w:r>
      <w:r w:rsidRPr="00CB7B5A">
        <w:rPr>
          <w:rFonts w:eastAsia="Calibri" w:cs="Times New Roman"/>
          <w:b/>
          <w:lang w:eastAsia="cs-CZ"/>
        </w:rPr>
        <w:t>:</w:t>
      </w:r>
    </w:p>
    <w:p w14:paraId="3D49F897" w14:textId="7593E190" w:rsidR="003703C4" w:rsidRDefault="003703C4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530715">
        <w:rPr>
          <w:rFonts w:eastAsia="Calibri" w:cs="Times New Roman"/>
          <w:u w:val="single"/>
          <w:lang w:eastAsia="cs-CZ"/>
        </w:rPr>
        <w:t>Rozhlasový systém:</w:t>
      </w:r>
    </w:p>
    <w:p w14:paraId="269ED6C5" w14:textId="4D0AC648" w:rsidR="003703C4" w:rsidRPr="003703C4" w:rsidRDefault="003703C4" w:rsidP="003703C4">
      <w:pPr>
        <w:spacing w:after="0" w:line="240" w:lineRule="auto"/>
        <w:jc w:val="both"/>
        <w:rPr>
          <w:rFonts w:eastAsia="Times New Roman"/>
        </w:rPr>
      </w:pPr>
      <w:r w:rsidRPr="003703C4">
        <w:rPr>
          <w:rFonts w:eastAsia="Times New Roman"/>
          <w:bCs/>
        </w:rPr>
        <w:t>Bude rozhlasový systém připojen z pohledu diagnostiky do systému DDTS</w:t>
      </w:r>
      <w:r>
        <w:rPr>
          <w:rFonts w:eastAsia="Times New Roman"/>
        </w:rPr>
        <w:t>?</w:t>
      </w:r>
      <w:r w:rsidRPr="003703C4">
        <w:rPr>
          <w:rFonts w:eastAsia="Times New Roman"/>
        </w:rPr>
        <w:t xml:space="preserve"> Chybí ve výkazu výměr a v projektu.</w:t>
      </w:r>
    </w:p>
    <w:p w14:paraId="53B6B15A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BEBA04" w14:textId="69FD4B12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5696FA8" w14:textId="2B562989" w:rsidR="003703C4" w:rsidRPr="0090253E" w:rsidRDefault="00260B63" w:rsidP="003703C4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Rozhlas nebude zapojen do DDTS.</w:t>
      </w:r>
    </w:p>
    <w:p w14:paraId="3535EFDF" w14:textId="77777777" w:rsidR="003703C4" w:rsidRPr="00CB7B5A" w:rsidRDefault="003703C4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9F2E9A6" w14:textId="77777777" w:rsidR="00657C59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6FA2FA4" w14:textId="17FB00A4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59</w:t>
      </w:r>
      <w:r w:rsidRPr="00CB7B5A">
        <w:rPr>
          <w:rFonts w:eastAsia="Calibri" w:cs="Times New Roman"/>
          <w:b/>
          <w:lang w:eastAsia="cs-CZ"/>
        </w:rPr>
        <w:t>:</w:t>
      </w:r>
    </w:p>
    <w:p w14:paraId="135452AC" w14:textId="50CBA1D7" w:rsidR="003703C4" w:rsidRDefault="003703C4" w:rsidP="00657C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703C4">
        <w:rPr>
          <w:rFonts w:eastAsia="Calibri" w:cs="Times New Roman"/>
          <w:u w:val="single"/>
          <w:lang w:eastAsia="cs-CZ"/>
        </w:rPr>
        <w:t>Kamerový systém:</w:t>
      </w:r>
    </w:p>
    <w:p w14:paraId="2F0C8C8C" w14:textId="0D74A01A" w:rsidR="00614486" w:rsidRDefault="00614486" w:rsidP="00614486">
      <w:pPr>
        <w:rPr>
          <w:rFonts w:eastAsia="Times New Roman"/>
        </w:rPr>
      </w:pPr>
      <w:r>
        <w:rPr>
          <w:rFonts w:eastAsia="Times New Roman"/>
        </w:rPr>
        <w:t>C</w:t>
      </w:r>
      <w:r w:rsidRPr="00614486">
        <w:rPr>
          <w:rFonts w:eastAsia="Times New Roman"/>
        </w:rPr>
        <w:t xml:space="preserve">hybí </w:t>
      </w:r>
      <w:r w:rsidRPr="00614486">
        <w:rPr>
          <w:rFonts w:eastAsia="Times New Roman"/>
          <w:bCs/>
        </w:rPr>
        <w:t>blokové (logické) schéma zapojení nově požadované kamerového systému</w:t>
      </w:r>
      <w:r w:rsidRPr="00614486">
        <w:rPr>
          <w:rFonts w:eastAsia="Times New Roman"/>
        </w:rPr>
        <w:t>, ze kterého bude patrný rozsah dodávek koncových prvků (kamery, ochrany, kabely) a požadovaný rozsah dodávek na řídící systém (klientské pracoviště, NW</w:t>
      </w:r>
      <w:r>
        <w:rPr>
          <w:rFonts w:eastAsia="Times New Roman"/>
        </w:rPr>
        <w:t>R, UPS) dle standardu SŽ výměr. B</w:t>
      </w:r>
      <w:r w:rsidRPr="00614486">
        <w:rPr>
          <w:rFonts w:eastAsia="Times New Roman"/>
        </w:rPr>
        <w:t>ez schématu není možné provést kontrolu vůči výkazu výměr.</w:t>
      </w:r>
    </w:p>
    <w:p w14:paraId="4E2EAB22" w14:textId="77777777" w:rsidR="004C38CC" w:rsidRPr="00614486" w:rsidRDefault="004C38CC" w:rsidP="00614486">
      <w:pPr>
        <w:rPr>
          <w:rFonts w:eastAsia="Times New Roman"/>
        </w:rPr>
      </w:pPr>
    </w:p>
    <w:p w14:paraId="0702721C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E05340" w14:textId="6C612AA0" w:rsidR="00657C59" w:rsidRPr="004C38CC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4C38CC">
        <w:rPr>
          <w:rFonts w:eastAsia="Calibri" w:cs="Times New Roman"/>
          <w:b/>
          <w:lang w:eastAsia="cs-CZ"/>
        </w:rPr>
        <w:t xml:space="preserve">Odpověď: </w:t>
      </w:r>
    </w:p>
    <w:p w14:paraId="66AD34C2" w14:textId="1967B847" w:rsidR="00614486" w:rsidRPr="00CB7B5A" w:rsidRDefault="00260B63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C38CC">
        <w:rPr>
          <w:rFonts w:eastAsia="Calibri" w:cs="Times New Roman"/>
          <w:lang w:eastAsia="cs-CZ"/>
        </w:rPr>
        <w:t xml:space="preserve">V rámci </w:t>
      </w:r>
      <w:r w:rsidR="004C38CC" w:rsidRPr="004C38CC">
        <w:rPr>
          <w:rFonts w:eastAsia="Calibri" w:cs="Times New Roman"/>
          <w:lang w:eastAsia="cs-CZ"/>
        </w:rPr>
        <w:t xml:space="preserve">stavby </w:t>
      </w:r>
      <w:r w:rsidRPr="004C38CC">
        <w:rPr>
          <w:rFonts w:eastAsia="Calibri" w:cs="Times New Roman"/>
          <w:lang w:eastAsia="cs-CZ"/>
        </w:rPr>
        <w:t>bude provedena pouze příprava pro kamerový systém</w:t>
      </w:r>
      <w:r w:rsidR="004C38CC" w:rsidRPr="004C38CC">
        <w:rPr>
          <w:rFonts w:eastAsia="Calibri" w:cs="Times New Roman"/>
          <w:lang w:eastAsia="cs-CZ"/>
        </w:rPr>
        <w:t xml:space="preserve"> viz SO 01-05.</w:t>
      </w:r>
    </w:p>
    <w:p w14:paraId="4FE65EC5" w14:textId="29D29C44" w:rsidR="00657C59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FC1B5A5" w14:textId="77777777" w:rsidR="00366D37" w:rsidRDefault="00366D37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3CE7EF6" w14:textId="42F3216C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60</w:t>
      </w:r>
      <w:r w:rsidRPr="00CB7B5A">
        <w:rPr>
          <w:rFonts w:eastAsia="Calibri" w:cs="Times New Roman"/>
          <w:b/>
          <w:lang w:eastAsia="cs-CZ"/>
        </w:rPr>
        <w:t>:</w:t>
      </w:r>
    </w:p>
    <w:p w14:paraId="0455F4B2" w14:textId="52529860" w:rsidR="00614486" w:rsidRPr="00325653" w:rsidRDefault="00614486" w:rsidP="00657C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25653">
        <w:rPr>
          <w:rFonts w:eastAsia="Calibri" w:cs="Times New Roman"/>
          <w:u w:val="single"/>
          <w:lang w:eastAsia="cs-CZ"/>
        </w:rPr>
        <w:t>Kamerový systém:</w:t>
      </w:r>
    </w:p>
    <w:p w14:paraId="45AC7F6E" w14:textId="1FE3B3F0" w:rsidR="00614486" w:rsidRPr="00325653" w:rsidRDefault="004358F9" w:rsidP="004358F9">
      <w:pPr>
        <w:spacing w:after="0" w:line="240" w:lineRule="auto"/>
        <w:rPr>
          <w:rFonts w:eastAsia="Calibri" w:cs="Times New Roman"/>
          <w:b/>
          <w:lang w:eastAsia="cs-CZ"/>
        </w:rPr>
      </w:pPr>
      <w:r w:rsidRPr="00325653">
        <w:rPr>
          <w:rFonts w:eastAsia="Times New Roman"/>
          <w:bCs/>
        </w:rPr>
        <w:t>C</w:t>
      </w:r>
      <w:r w:rsidR="00614486" w:rsidRPr="00325653">
        <w:rPr>
          <w:rFonts w:eastAsia="Times New Roman"/>
          <w:bCs/>
        </w:rPr>
        <w:t>hybí blokové schéma napájení pro kamerový systém</w:t>
      </w:r>
      <w:r w:rsidR="00614486" w:rsidRPr="00325653">
        <w:rPr>
          <w:rFonts w:eastAsia="Times New Roman"/>
        </w:rPr>
        <w:t>. Nesedí položky ve výkazu výměr dle požadavků na informační systém a chybí v projektu.</w:t>
      </w:r>
    </w:p>
    <w:p w14:paraId="33E98394" w14:textId="77777777" w:rsidR="00657C59" w:rsidRPr="00325653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6980EF" w14:textId="492B4F48" w:rsidR="00657C59" w:rsidRPr="00325653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325653">
        <w:rPr>
          <w:rFonts w:eastAsia="Calibri" w:cs="Times New Roman"/>
          <w:b/>
          <w:lang w:eastAsia="cs-CZ"/>
        </w:rPr>
        <w:t xml:space="preserve">Odpověď: </w:t>
      </w:r>
    </w:p>
    <w:p w14:paraId="1D8D5965" w14:textId="5FFC4234" w:rsidR="00614486" w:rsidRPr="00325653" w:rsidRDefault="00325653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 xml:space="preserve">Kamerový systém je řešen v části elektroinstalace, přílohou zasíláme výkres </w:t>
      </w:r>
      <w:r w:rsidRPr="00325653">
        <w:rPr>
          <w:rFonts w:eastAsia="Calibri" w:cs="Times New Roman"/>
          <w:i/>
          <w:lang w:eastAsia="cs-CZ"/>
        </w:rPr>
        <w:t xml:space="preserve"> 18_Dispozice 1NP_příprava pro kamery</w:t>
      </w:r>
      <w:r>
        <w:rPr>
          <w:rFonts w:eastAsia="Calibri" w:cs="Times New Roman"/>
          <w:i/>
          <w:lang w:eastAsia="cs-CZ"/>
        </w:rPr>
        <w:t xml:space="preserve">. </w:t>
      </w:r>
      <w:r w:rsidRPr="00325653">
        <w:rPr>
          <w:rFonts w:eastAsia="Calibri" w:cs="Times New Roman"/>
          <w:lang w:eastAsia="cs-CZ"/>
        </w:rPr>
        <w:t>Položky pro přípravu kamerového systému jsou uveden v soupisu prací pro SO 01-05.</w:t>
      </w:r>
    </w:p>
    <w:p w14:paraId="0A842532" w14:textId="02983A96" w:rsidR="00657C59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50C49DC" w14:textId="77777777" w:rsidR="00366D37" w:rsidRDefault="00366D37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A93B6E0" w14:textId="677BAAE1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61</w:t>
      </w:r>
      <w:r w:rsidRPr="00CB7B5A">
        <w:rPr>
          <w:rFonts w:eastAsia="Calibri" w:cs="Times New Roman"/>
          <w:b/>
          <w:lang w:eastAsia="cs-CZ"/>
        </w:rPr>
        <w:t>:</w:t>
      </w:r>
    </w:p>
    <w:p w14:paraId="63481E2C" w14:textId="77777777" w:rsidR="00614486" w:rsidRDefault="00614486" w:rsidP="00614486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703C4">
        <w:rPr>
          <w:rFonts w:eastAsia="Calibri" w:cs="Times New Roman"/>
          <w:u w:val="single"/>
          <w:lang w:eastAsia="cs-CZ"/>
        </w:rPr>
        <w:t>Kamerový systém:</w:t>
      </w:r>
    </w:p>
    <w:p w14:paraId="0E575CA6" w14:textId="58142322" w:rsidR="00614486" w:rsidRPr="00CB7B5A" w:rsidRDefault="00614486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Times New Roman"/>
        </w:rPr>
        <w:t>Způsob připojení kamerového systému (dle standardu SŽ) z </w:t>
      </w:r>
      <w:r w:rsidRPr="004358F9">
        <w:rPr>
          <w:rFonts w:eastAsia="Times New Roman"/>
        </w:rPr>
        <w:t xml:space="preserve">úhlu </w:t>
      </w:r>
      <w:r w:rsidRPr="004358F9">
        <w:rPr>
          <w:rFonts w:eastAsia="Times New Roman"/>
          <w:bCs/>
        </w:rPr>
        <w:t>diagnostiky do systému DDTS, c</w:t>
      </w:r>
      <w:r w:rsidRPr="004358F9">
        <w:rPr>
          <w:rFonts w:eastAsia="Times New Roman"/>
        </w:rPr>
        <w:t>hyb</w:t>
      </w:r>
      <w:r>
        <w:rPr>
          <w:rFonts w:eastAsia="Times New Roman"/>
        </w:rPr>
        <w:t>í ve výkazu výměr a projektu.</w:t>
      </w:r>
    </w:p>
    <w:p w14:paraId="5FDB5C55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72021D" w14:textId="09F5A9A3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8EA29B0" w14:textId="60EC4087" w:rsidR="004358F9" w:rsidRPr="00CB7B5A" w:rsidRDefault="00260B63" w:rsidP="004358F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>DDTS nebude, bude provedena pouze příprava pro umístění kamer.</w:t>
      </w:r>
    </w:p>
    <w:p w14:paraId="30797CB3" w14:textId="77777777" w:rsidR="004358F9" w:rsidRPr="00CB7B5A" w:rsidRDefault="004358F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9C81F8E" w14:textId="77777777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6F385E" w14:textId="77777777" w:rsidR="00657C59" w:rsidRPr="00C02A11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02A11">
        <w:rPr>
          <w:rFonts w:eastAsia="Calibri" w:cs="Times New Roman"/>
          <w:b/>
          <w:lang w:eastAsia="cs-CZ"/>
        </w:rPr>
        <w:t>Dotaz č. 62:</w:t>
      </w:r>
    </w:p>
    <w:p w14:paraId="1ED24751" w14:textId="60CE1DD3" w:rsidR="00657C59" w:rsidRPr="00C02A11" w:rsidRDefault="004358F9" w:rsidP="00657C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C02A11">
        <w:rPr>
          <w:rFonts w:eastAsia="Calibri" w:cs="Times New Roman"/>
          <w:u w:val="single"/>
          <w:lang w:eastAsia="cs-CZ"/>
        </w:rPr>
        <w:t>Kamerový systém:</w:t>
      </w:r>
    </w:p>
    <w:p w14:paraId="5E5B1B1E" w14:textId="3DC2B142" w:rsidR="004358F9" w:rsidRPr="00C02A11" w:rsidRDefault="004358F9" w:rsidP="00657C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C02A11">
        <w:rPr>
          <w:rFonts w:eastAsia="Times New Roman"/>
        </w:rPr>
        <w:t>Způsob uložení kabelové trasy (lišty, rošty, trubkování), chybí.</w:t>
      </w:r>
    </w:p>
    <w:p w14:paraId="452947BB" w14:textId="77777777" w:rsidR="004358F9" w:rsidRPr="00C02A11" w:rsidRDefault="004358F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06A7C0" w14:textId="77777777" w:rsidR="00657C59" w:rsidRPr="00C02A11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02A11">
        <w:rPr>
          <w:rFonts w:eastAsia="Calibri" w:cs="Times New Roman"/>
          <w:b/>
          <w:lang w:eastAsia="cs-CZ"/>
        </w:rPr>
        <w:t xml:space="preserve">Odpověď: </w:t>
      </w:r>
    </w:p>
    <w:p w14:paraId="4598067F" w14:textId="27A1F58F" w:rsidR="004358F9" w:rsidRPr="00CB7B5A" w:rsidRDefault="00C02A11" w:rsidP="004358F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 xml:space="preserve">Položky pro přípravu kamerového </w:t>
      </w:r>
    </w:p>
    <w:p w14:paraId="0E5E2281" w14:textId="62D443E5" w:rsidR="00657C59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43DA3FA" w14:textId="77777777" w:rsidR="00366D37" w:rsidRDefault="00366D37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C5E79B7" w14:textId="7AD06A51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63</w:t>
      </w:r>
      <w:r w:rsidRPr="00CB7B5A">
        <w:rPr>
          <w:rFonts w:eastAsia="Calibri" w:cs="Times New Roman"/>
          <w:b/>
          <w:lang w:eastAsia="cs-CZ"/>
        </w:rPr>
        <w:t>:</w:t>
      </w:r>
    </w:p>
    <w:p w14:paraId="288BAA80" w14:textId="244D2C51" w:rsidR="004358F9" w:rsidRDefault="004358F9" w:rsidP="00657C5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358F9">
        <w:rPr>
          <w:rFonts w:eastAsia="Calibri" w:cs="Times New Roman"/>
          <w:u w:val="single"/>
          <w:lang w:eastAsia="cs-CZ"/>
        </w:rPr>
        <w:t>Přenosový systém:</w:t>
      </w:r>
    </w:p>
    <w:p w14:paraId="1C35A96A" w14:textId="1FF34C90" w:rsidR="004358F9" w:rsidRPr="004358F9" w:rsidRDefault="004358F9" w:rsidP="004358F9">
      <w:pPr>
        <w:spacing w:after="0" w:line="240" w:lineRule="auto"/>
        <w:jc w:val="both"/>
        <w:rPr>
          <w:rFonts w:eastAsia="Times New Roman"/>
        </w:rPr>
      </w:pPr>
      <w:r w:rsidRPr="004358F9">
        <w:rPr>
          <w:rFonts w:eastAsia="Times New Roman"/>
        </w:rPr>
        <w:t>S ohledem na to, že pro funkci rozhlasového, informační</w:t>
      </w:r>
      <w:r>
        <w:rPr>
          <w:rFonts w:eastAsia="Times New Roman"/>
        </w:rPr>
        <w:t>ho</w:t>
      </w:r>
      <w:r w:rsidRPr="004358F9">
        <w:rPr>
          <w:rFonts w:eastAsia="Times New Roman"/>
        </w:rPr>
        <w:t xml:space="preserve"> a kamerové</w:t>
      </w:r>
      <w:r>
        <w:rPr>
          <w:rFonts w:eastAsia="Times New Roman"/>
        </w:rPr>
        <w:t>ho</w:t>
      </w:r>
      <w:r w:rsidRPr="004358F9">
        <w:rPr>
          <w:rFonts w:eastAsia="Times New Roman"/>
        </w:rPr>
        <w:t xml:space="preserve"> systému je nutné připojení do přenosové sítě, </w:t>
      </w:r>
      <w:r w:rsidRPr="004358F9">
        <w:rPr>
          <w:rFonts w:eastAsia="Times New Roman"/>
          <w:bCs/>
        </w:rPr>
        <w:t>žádáme o doplnění logického a fyzického zapojení aktivních prvků do přenosové sítě a doplnění vlastního logického a fyzického schématu přenosové sítě dle směrnic SŽ pro tento stupeň dokumentace.</w:t>
      </w:r>
      <w:r w:rsidRPr="004358F9">
        <w:rPr>
          <w:rFonts w:eastAsia="Times New Roman"/>
        </w:rPr>
        <w:t xml:space="preserve"> </w:t>
      </w:r>
    </w:p>
    <w:p w14:paraId="3FA9E688" w14:textId="51B0FD4E" w:rsidR="004358F9" w:rsidRPr="004358F9" w:rsidRDefault="004358F9" w:rsidP="004358F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4358F9">
        <w:rPr>
          <w:rFonts w:eastAsia="Times New Roman"/>
        </w:rPr>
        <w:t>Bez schématu není možné provést kontrolu vůči výkazu výměr.</w:t>
      </w:r>
    </w:p>
    <w:p w14:paraId="5F704CED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440C11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3E7E0A9" w14:textId="63C6974E" w:rsidR="004358F9" w:rsidRPr="00CB7B5A" w:rsidRDefault="00260B63" w:rsidP="004358F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>Viz stávající zapojení v příloze.</w:t>
      </w:r>
    </w:p>
    <w:p w14:paraId="378FDE90" w14:textId="3B9B773B" w:rsidR="00657C59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639E1DB" w14:textId="77777777" w:rsidR="00366D37" w:rsidRDefault="00366D37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55A13DB" w14:textId="4E10B522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64</w:t>
      </w:r>
      <w:r w:rsidRPr="00CB7B5A">
        <w:rPr>
          <w:rFonts w:eastAsia="Calibri" w:cs="Times New Roman"/>
          <w:b/>
          <w:lang w:eastAsia="cs-CZ"/>
        </w:rPr>
        <w:t>:</w:t>
      </w:r>
    </w:p>
    <w:p w14:paraId="78E250D5" w14:textId="77777777" w:rsidR="004358F9" w:rsidRPr="004358F9" w:rsidRDefault="004358F9" w:rsidP="004358F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358F9">
        <w:rPr>
          <w:rFonts w:eastAsia="Calibri" w:cs="Times New Roman"/>
          <w:u w:val="single"/>
          <w:lang w:eastAsia="cs-CZ"/>
        </w:rPr>
        <w:t>Přenosový systém:</w:t>
      </w:r>
    </w:p>
    <w:p w14:paraId="61B8B672" w14:textId="77777777" w:rsidR="004358F9" w:rsidRPr="004358F9" w:rsidRDefault="004358F9" w:rsidP="004358F9">
      <w:pPr>
        <w:spacing w:after="0" w:line="240" w:lineRule="auto"/>
        <w:jc w:val="both"/>
        <w:rPr>
          <w:rFonts w:eastAsia="Times New Roman"/>
          <w:bCs/>
        </w:rPr>
      </w:pPr>
      <w:r w:rsidRPr="004358F9">
        <w:rPr>
          <w:rFonts w:eastAsia="Times New Roman"/>
          <w:bCs/>
        </w:rPr>
        <w:t>Jak je řešeno připojení do stávající sítě TECHLAN a INTRANET?</w:t>
      </w:r>
    </w:p>
    <w:p w14:paraId="0BB86E5C" w14:textId="7F82BC5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6E82EF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9DC2B71" w14:textId="77777777" w:rsidR="00260B63" w:rsidRPr="00CB7B5A" w:rsidRDefault="00260B63" w:rsidP="00260B6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>Viz stávající zapojení v příloze.</w:t>
      </w:r>
    </w:p>
    <w:p w14:paraId="53A1D78D" w14:textId="73933268" w:rsidR="00657C59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101B1BF" w14:textId="77777777" w:rsidR="00366D37" w:rsidRDefault="00366D37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2D71611" w14:textId="7349E121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65</w:t>
      </w:r>
      <w:r w:rsidRPr="00CB7B5A">
        <w:rPr>
          <w:rFonts w:eastAsia="Calibri" w:cs="Times New Roman"/>
          <w:b/>
          <w:lang w:eastAsia="cs-CZ"/>
        </w:rPr>
        <w:t>:</w:t>
      </w:r>
    </w:p>
    <w:p w14:paraId="7F4AF370" w14:textId="44DCE738" w:rsidR="004358F9" w:rsidRDefault="004358F9" w:rsidP="004358F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358F9">
        <w:rPr>
          <w:rFonts w:eastAsia="Calibri" w:cs="Times New Roman"/>
          <w:u w:val="single"/>
          <w:lang w:eastAsia="cs-CZ"/>
        </w:rPr>
        <w:t>Přenosový systém:</w:t>
      </w:r>
    </w:p>
    <w:p w14:paraId="699F39F7" w14:textId="540A780A" w:rsidR="004358F9" w:rsidRPr="004358F9" w:rsidRDefault="004358F9" w:rsidP="004358F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4358F9">
        <w:rPr>
          <w:rFonts w:eastAsia="Times New Roman"/>
        </w:rPr>
        <w:t xml:space="preserve">Ve výkazu výměr a v rozpočtu </w:t>
      </w:r>
      <w:r w:rsidRPr="004358F9">
        <w:rPr>
          <w:rFonts w:eastAsia="Times New Roman"/>
          <w:bCs/>
        </w:rPr>
        <w:t>chybí řešení přenosového zařízení</w:t>
      </w:r>
      <w:r w:rsidRPr="004358F9">
        <w:rPr>
          <w:rFonts w:eastAsia="Times New Roman"/>
        </w:rPr>
        <w:t xml:space="preserve"> a ani úpravy a konfigurace stávajícího zařízení.</w:t>
      </w:r>
    </w:p>
    <w:p w14:paraId="1076357D" w14:textId="617C9194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EEAF71" w14:textId="2B6CD84C" w:rsidR="00657C59" w:rsidRDefault="004358F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</w:t>
      </w:r>
      <w:r w:rsidR="00657C59" w:rsidRPr="00CB7B5A">
        <w:rPr>
          <w:rFonts w:eastAsia="Calibri" w:cs="Times New Roman"/>
          <w:b/>
          <w:lang w:eastAsia="cs-CZ"/>
        </w:rPr>
        <w:t xml:space="preserve">dpověď: </w:t>
      </w:r>
    </w:p>
    <w:p w14:paraId="09B295AF" w14:textId="5F05279A" w:rsidR="004358F9" w:rsidRPr="004358F9" w:rsidRDefault="00FA5511" w:rsidP="00657C59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>
        <w:rPr>
          <w:rFonts w:eastAsia="Calibri" w:cs="Times New Roman"/>
          <w:lang w:eastAsia="cs-CZ"/>
        </w:rPr>
        <w:t>Položka na konfiguraci byla součástí aktualizovaného soupisu prací v rámci odpovědi na dotaz číslo 44.</w:t>
      </w:r>
    </w:p>
    <w:p w14:paraId="5CCD40EA" w14:textId="1627FAFA" w:rsidR="00657C59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6D4157A" w14:textId="4FC753BD" w:rsidR="00366D37" w:rsidRDefault="00366D37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CE45CA4" w14:textId="77777777" w:rsidR="00366D37" w:rsidRDefault="00366D37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9403A0F" w14:textId="03518F25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66</w:t>
      </w:r>
      <w:r w:rsidRPr="00CB7B5A">
        <w:rPr>
          <w:rFonts w:eastAsia="Calibri" w:cs="Times New Roman"/>
          <w:b/>
          <w:lang w:eastAsia="cs-CZ"/>
        </w:rPr>
        <w:t>:</w:t>
      </w:r>
    </w:p>
    <w:p w14:paraId="0FB73E7D" w14:textId="14099605" w:rsidR="004358F9" w:rsidRDefault="004358F9" w:rsidP="004358F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358F9">
        <w:rPr>
          <w:rFonts w:eastAsia="Calibri" w:cs="Times New Roman"/>
          <w:u w:val="single"/>
          <w:lang w:eastAsia="cs-CZ"/>
        </w:rPr>
        <w:t>Přenosový systém:</w:t>
      </w:r>
    </w:p>
    <w:p w14:paraId="6AED234E" w14:textId="2951B78B" w:rsidR="004358F9" w:rsidRPr="004358F9" w:rsidRDefault="004358F9" w:rsidP="004358F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4358F9">
        <w:rPr>
          <w:rFonts w:eastAsia="Times New Roman"/>
          <w:bCs/>
        </w:rPr>
        <w:t>Ve výkazu výměr a v rozpočtu chybí řešení napájení přenosové zařízení (switche) s ohledem na 6 hodinovou zálohu napájení dle specifikací SŽ.</w:t>
      </w:r>
    </w:p>
    <w:p w14:paraId="40001E40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955E0E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A8AF681" w14:textId="1FD62A50" w:rsidR="004358F9" w:rsidRPr="00CB7B5A" w:rsidRDefault="00ED5F11" w:rsidP="004358F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>Z</w:t>
      </w:r>
      <w:r w:rsidR="004C38CC">
        <w:rPr>
          <w:rFonts w:eastAsia="Calibri" w:cs="Times New Roman"/>
          <w:lang w:eastAsia="cs-CZ"/>
        </w:rPr>
        <w:t xml:space="preserve">áloha </w:t>
      </w:r>
      <w:r>
        <w:rPr>
          <w:rFonts w:eastAsia="Calibri" w:cs="Times New Roman"/>
          <w:lang w:eastAsia="cs-CZ"/>
        </w:rPr>
        <w:t>napájení bude dle stávajícího stavu viz příloha.</w:t>
      </w:r>
    </w:p>
    <w:p w14:paraId="00463301" w14:textId="7A6A15CB" w:rsidR="00657C59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2D2FBCA" w14:textId="77777777" w:rsidR="00366D37" w:rsidRPr="00CB7B5A" w:rsidRDefault="00366D37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01F60C4" w14:textId="707328F3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67</w:t>
      </w:r>
      <w:r w:rsidRPr="00CB7B5A">
        <w:rPr>
          <w:rFonts w:eastAsia="Calibri" w:cs="Times New Roman"/>
          <w:b/>
          <w:lang w:eastAsia="cs-CZ"/>
        </w:rPr>
        <w:t>:</w:t>
      </w:r>
    </w:p>
    <w:p w14:paraId="56BA7602" w14:textId="033FF821" w:rsidR="004358F9" w:rsidRDefault="004358F9" w:rsidP="004358F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358F9">
        <w:rPr>
          <w:rFonts w:eastAsia="Calibri" w:cs="Times New Roman"/>
          <w:u w:val="single"/>
          <w:lang w:eastAsia="cs-CZ"/>
        </w:rPr>
        <w:t>Přenosový systém:</w:t>
      </w:r>
    </w:p>
    <w:p w14:paraId="34873B3C" w14:textId="77777777" w:rsidR="004358F9" w:rsidRPr="004358F9" w:rsidRDefault="004358F9" w:rsidP="004358F9">
      <w:pPr>
        <w:spacing w:after="0" w:line="240" w:lineRule="auto"/>
        <w:jc w:val="both"/>
        <w:rPr>
          <w:rFonts w:eastAsia="Times New Roman"/>
        </w:rPr>
      </w:pPr>
      <w:r w:rsidRPr="004358F9">
        <w:rPr>
          <w:rFonts w:eastAsia="Times New Roman"/>
        </w:rPr>
        <w:t>Projekt a výkaz výměr neřeší připojení systému EZS (dle standardu SŽ) z pohledu diagnostiky do systému DDTS.</w:t>
      </w:r>
    </w:p>
    <w:p w14:paraId="6ED009E8" w14:textId="25BF0DD4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18F52E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9CD3372" w14:textId="388E724F" w:rsidR="004358F9" w:rsidRPr="00CB7B5A" w:rsidRDefault="0039616B" w:rsidP="004358F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>EZS do DDTS nebude zapojeno.</w:t>
      </w:r>
    </w:p>
    <w:p w14:paraId="5E82AEC4" w14:textId="30DB1415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9E384D" w14:textId="77777777" w:rsidR="00366D37" w:rsidRDefault="00366D37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7772DD" w14:textId="31C9B7A2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68</w:t>
      </w:r>
      <w:r w:rsidRPr="00CB7B5A">
        <w:rPr>
          <w:rFonts w:eastAsia="Calibri" w:cs="Times New Roman"/>
          <w:b/>
          <w:lang w:eastAsia="cs-CZ"/>
        </w:rPr>
        <w:t>:</w:t>
      </w:r>
    </w:p>
    <w:p w14:paraId="0CFA4CB6" w14:textId="47424DD9" w:rsidR="004358F9" w:rsidRDefault="004358F9" w:rsidP="004358F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358F9">
        <w:rPr>
          <w:rFonts w:eastAsia="Calibri" w:cs="Times New Roman"/>
          <w:u w:val="single"/>
          <w:lang w:eastAsia="cs-CZ"/>
        </w:rPr>
        <w:t>Přenosový systém:</w:t>
      </w:r>
    </w:p>
    <w:p w14:paraId="3265901A" w14:textId="77777777" w:rsidR="00266060" w:rsidRDefault="004358F9" w:rsidP="00266060">
      <w:pPr>
        <w:spacing w:after="0" w:line="240" w:lineRule="auto"/>
        <w:jc w:val="both"/>
        <w:rPr>
          <w:rFonts w:eastAsia="Times New Roman"/>
          <w:bCs/>
        </w:rPr>
      </w:pPr>
      <w:r w:rsidRPr="00266060">
        <w:rPr>
          <w:rFonts w:eastAsia="Times New Roman"/>
          <w:bCs/>
        </w:rPr>
        <w:t>V rozpočtu chybí:</w:t>
      </w:r>
    </w:p>
    <w:p w14:paraId="4EE8A0AE" w14:textId="77777777" w:rsidR="00266060" w:rsidRPr="00266060" w:rsidRDefault="004358F9" w:rsidP="00266060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Times New Roman"/>
          <w:bCs/>
        </w:rPr>
      </w:pPr>
      <w:r w:rsidRPr="00266060">
        <w:rPr>
          <w:rFonts w:eastAsia="Times New Roman"/>
          <w:bCs/>
        </w:rPr>
        <w:t>revize</w:t>
      </w:r>
      <w:r w:rsidRPr="00266060">
        <w:rPr>
          <w:rFonts w:eastAsia="Times New Roman"/>
        </w:rPr>
        <w:t xml:space="preserve"> pro jednotlivé sdělovací zařízení</w:t>
      </w:r>
    </w:p>
    <w:p w14:paraId="22968BF5" w14:textId="320DE5B3" w:rsidR="004358F9" w:rsidRPr="00366D37" w:rsidRDefault="004358F9" w:rsidP="00657C59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Times New Roman"/>
          <w:bCs/>
        </w:rPr>
      </w:pPr>
      <w:r w:rsidRPr="00266060">
        <w:rPr>
          <w:rFonts w:eastAsia="Times New Roman"/>
          <w:bCs/>
        </w:rPr>
        <w:t>vyhotovení průkazů způsobilosti</w:t>
      </w:r>
      <w:r w:rsidRPr="00266060">
        <w:rPr>
          <w:rFonts w:eastAsia="Times New Roman"/>
        </w:rPr>
        <w:t xml:space="preserve"> pro jednotlivé sdělovací zařízení</w:t>
      </w:r>
    </w:p>
    <w:p w14:paraId="3F7E6413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D1F3EF" w14:textId="77777777" w:rsidR="00657C59" w:rsidRPr="0018420B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18420B">
        <w:rPr>
          <w:rFonts w:eastAsia="Calibri" w:cs="Times New Roman"/>
          <w:b/>
          <w:lang w:eastAsia="cs-CZ"/>
        </w:rPr>
        <w:t xml:space="preserve">Odpověď: </w:t>
      </w:r>
    </w:p>
    <w:p w14:paraId="2AFC53C3" w14:textId="77777777" w:rsidR="00225B63" w:rsidRPr="002540C8" w:rsidRDefault="00225B63" w:rsidP="00225B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540C8">
        <w:rPr>
          <w:rFonts w:eastAsia="Calibri" w:cs="Times New Roman"/>
          <w:lang w:eastAsia="cs-CZ"/>
        </w:rPr>
        <w:t xml:space="preserve">V aktualizovaného soupisu prací byly </w:t>
      </w:r>
      <w:r>
        <w:rPr>
          <w:rFonts w:eastAsia="Calibri" w:cs="Times New Roman"/>
          <w:lang w:eastAsia="cs-CZ"/>
        </w:rPr>
        <w:t xml:space="preserve">v SO 01-08 </w:t>
      </w:r>
      <w:r w:rsidRPr="002540C8">
        <w:rPr>
          <w:rFonts w:eastAsia="Calibri" w:cs="Times New Roman"/>
          <w:lang w:eastAsia="cs-CZ"/>
        </w:rPr>
        <w:t>doplněny položky pro informační systém</w:t>
      </w:r>
      <w:r>
        <w:rPr>
          <w:rFonts w:eastAsia="Calibri" w:cs="Times New Roman"/>
          <w:lang w:eastAsia="cs-CZ"/>
        </w:rPr>
        <w:t xml:space="preserve"> číslo 35,36,37,38 – pro dodávku, montáž a zednické zapravení. Dále byly doplněny položky číslo 39,40,41 pro RZ,UTZ atd.</w:t>
      </w:r>
    </w:p>
    <w:p w14:paraId="7D60F33F" w14:textId="4E1C00DF" w:rsidR="004358F9" w:rsidRPr="00EA6160" w:rsidRDefault="00EA6160" w:rsidP="00EA616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6160">
        <w:rPr>
          <w:rFonts w:eastAsia="Calibri" w:cs="Times New Roman"/>
          <w:lang w:eastAsia="cs-CZ"/>
        </w:rPr>
        <w:t xml:space="preserve">V SO 01-05 </w:t>
      </w:r>
      <w:r>
        <w:rPr>
          <w:rFonts w:eastAsia="Calibri" w:cs="Times New Roman"/>
          <w:lang w:eastAsia="cs-CZ"/>
        </w:rPr>
        <w:t>byl opraven popis položky číslo 1(doplnění rozvaděče R1), v položkách číslo 51,59 byla opravena výměra kabelu.</w:t>
      </w:r>
    </w:p>
    <w:p w14:paraId="0787F929" w14:textId="47C79143" w:rsidR="00657C59" w:rsidRDefault="00657C59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E1C89D6" w14:textId="77777777" w:rsidR="00366D37" w:rsidRDefault="00366D3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66E4B93" w14:textId="40B14897" w:rsidR="00657C59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69</w:t>
      </w:r>
      <w:r w:rsidRPr="00CB7B5A">
        <w:rPr>
          <w:rFonts w:eastAsia="Calibri" w:cs="Times New Roman"/>
          <w:b/>
          <w:lang w:eastAsia="cs-CZ"/>
        </w:rPr>
        <w:t>:</w:t>
      </w:r>
    </w:p>
    <w:p w14:paraId="6C3A9A00" w14:textId="3BD1DE80" w:rsidR="004358F9" w:rsidRPr="00266060" w:rsidRDefault="00266060" w:rsidP="0026606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66060">
        <w:rPr>
          <w:rFonts w:eastAsia="Times New Roman"/>
          <w:bCs/>
        </w:rPr>
        <w:t>Proč dokumentace z pohledu rozsahu a členění nesplňuje základní směrnice SŽ pro projekty (rozsah technické dokumentace, dělení na jednotlivé technologie)?</w:t>
      </w:r>
    </w:p>
    <w:p w14:paraId="50560A49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D58217" w14:textId="77777777" w:rsidR="00657C59" w:rsidRPr="00CB7B5A" w:rsidRDefault="00657C59" w:rsidP="00657C5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CF4F1D9" w14:textId="76DF7FBD" w:rsidR="004358F9" w:rsidRPr="00CB7B5A" w:rsidRDefault="00B9230E" w:rsidP="004358F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>Dokumentace byla schválena příslušným odborem GŘ, takže zadavatel má za to, že je dokumentace v souladu se Směrnicemi SŽ.</w:t>
      </w:r>
    </w:p>
    <w:p w14:paraId="0CEC7198" w14:textId="77777777" w:rsidR="00657C59" w:rsidRDefault="00657C59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5CE8166" w14:textId="75C49576" w:rsidR="00B842E7" w:rsidRDefault="00B842E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3E34498" w14:textId="77777777" w:rsidR="00366D37" w:rsidRDefault="00366D37" w:rsidP="00366D37">
      <w:pPr>
        <w:spacing w:after="0"/>
        <w:jc w:val="both"/>
        <w:rPr>
          <w:b/>
          <w:bCs/>
          <w:lang w:eastAsia="cs-CZ"/>
        </w:rPr>
      </w:pPr>
      <w:r>
        <w:rPr>
          <w:b/>
          <w:bCs/>
          <w:lang w:eastAsia="cs-CZ"/>
        </w:rPr>
        <w:t>Dotaz č. 70:</w:t>
      </w:r>
    </w:p>
    <w:p w14:paraId="6043AEE3" w14:textId="1EE4E64C" w:rsidR="00366D37" w:rsidRPr="00366D37" w:rsidRDefault="00366D37" w:rsidP="00366D37">
      <w:pPr>
        <w:jc w:val="both"/>
      </w:pPr>
      <w:r>
        <w:t>Žádáme o specifikaci rozhlasového vysílače ve stavebním objektu SO 01-08. Bude napojen na stávající informační panel, anebo bude dodán nový panel, pokud ano, prosíme o dodání specifikace včetně rozvodů a kabelové trasy.</w:t>
      </w:r>
      <w:r>
        <w:br/>
        <w:t>Pokud napojení na stávající panel budou se provádět nové kabelové rozvody?</w:t>
      </w:r>
    </w:p>
    <w:p w14:paraId="1F9918E0" w14:textId="77777777" w:rsidR="00366D37" w:rsidRDefault="00366D37" w:rsidP="00366D37">
      <w:pPr>
        <w:spacing w:after="0"/>
        <w:jc w:val="both"/>
        <w:rPr>
          <w:b/>
          <w:bCs/>
          <w:lang w:eastAsia="cs-CZ"/>
        </w:rPr>
      </w:pPr>
      <w:r>
        <w:rPr>
          <w:b/>
          <w:bCs/>
          <w:lang w:eastAsia="cs-CZ"/>
        </w:rPr>
        <w:t>Odpověď:</w:t>
      </w:r>
    </w:p>
    <w:p w14:paraId="11A6D9AA" w14:textId="6D868568" w:rsidR="00366D37" w:rsidRPr="00366D37" w:rsidRDefault="00366D37" w:rsidP="00366D37">
      <w:pPr>
        <w:jc w:val="both"/>
        <w:rPr>
          <w:lang w:eastAsia="cs-CZ"/>
        </w:rPr>
      </w:pPr>
      <w:r>
        <w:rPr>
          <w:lang w:eastAsia="cs-CZ"/>
        </w:rPr>
        <w:t>Napojení rozhlasu je zřejmé z příloh k dotazům číslo 49-58.</w:t>
      </w:r>
    </w:p>
    <w:p w14:paraId="29030A06" w14:textId="494CF19C" w:rsidR="00CB7B5A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27DDD560" w14:textId="77777777" w:rsidR="00366D37" w:rsidRPr="00266060" w:rsidRDefault="00366D37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74A458A6" w14:textId="7EBDC902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D5C6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3D5C6D">
        <w:rPr>
          <w:rFonts w:eastAsia="Times New Roman" w:cs="Times New Roman"/>
          <w:b/>
          <w:lang w:eastAsia="cs-CZ"/>
        </w:rPr>
        <w:t>změny/doplnění zadávací dokumentace</w:t>
      </w:r>
      <w:r w:rsidRPr="003D5C6D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3D5C6D">
        <w:rPr>
          <w:rFonts w:eastAsia="Times New Roman" w:cs="Times New Roman"/>
          <w:lang w:eastAsia="cs-CZ"/>
        </w:rPr>
        <w:br/>
      </w:r>
      <w:r w:rsidR="003D5C6D" w:rsidRPr="003D5C6D">
        <w:rPr>
          <w:rFonts w:eastAsia="Times New Roman" w:cs="Times New Roman"/>
          <w:lang w:eastAsia="cs-CZ"/>
        </w:rPr>
        <w:t>11</w:t>
      </w:r>
      <w:r w:rsidR="00F657B8" w:rsidRPr="003D5C6D">
        <w:rPr>
          <w:rFonts w:eastAsia="Times New Roman" w:cs="Times New Roman"/>
          <w:lang w:eastAsia="cs-CZ"/>
        </w:rPr>
        <w:t>. 7. 2022</w:t>
      </w:r>
      <w:r w:rsidRPr="003D5C6D">
        <w:rPr>
          <w:rFonts w:eastAsia="Times New Roman" w:cs="Times New Roman"/>
          <w:lang w:eastAsia="cs-CZ"/>
        </w:rPr>
        <w:t xml:space="preserve"> na den </w:t>
      </w:r>
      <w:r w:rsidR="003D5C6D" w:rsidRPr="003D5C6D">
        <w:rPr>
          <w:rFonts w:eastAsia="Times New Roman" w:cs="Times New Roman"/>
          <w:lang w:eastAsia="cs-CZ"/>
        </w:rPr>
        <w:t>12</w:t>
      </w:r>
      <w:r w:rsidR="00F657B8" w:rsidRPr="003D5C6D">
        <w:rPr>
          <w:rFonts w:eastAsia="Times New Roman" w:cs="Times New Roman"/>
          <w:lang w:eastAsia="cs-CZ"/>
        </w:rPr>
        <w:t>. 7. 2022</w:t>
      </w:r>
      <w:r w:rsidRPr="003D5C6D">
        <w:rPr>
          <w:rFonts w:eastAsia="Times New Roman" w:cs="Times New Roman"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14:paraId="5FE9DBA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99C7F8B" w14:textId="6D6E91C1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5DA7A5F" w14:textId="77777777" w:rsidR="00366D37" w:rsidRPr="00CB7B5A" w:rsidRDefault="00366D3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3D5C438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D5C6D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AD5988B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F4A049C" w14:textId="7FE612B0" w:rsidR="00CB7B5A" w:rsidRDefault="003D5C6D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D5C6D">
        <w:rPr>
          <w:rFonts w:eastAsia="Calibri" w:cs="Times New Roman"/>
          <w:b/>
          <w:bCs/>
          <w:lang w:eastAsia="cs-CZ"/>
        </w:rPr>
        <w:lastRenderedPageBreak/>
        <w:t>Přílohy</w:t>
      </w:r>
      <w:r w:rsidR="00CB7B5A" w:rsidRPr="003D5C6D">
        <w:rPr>
          <w:rFonts w:eastAsia="Calibri" w:cs="Times New Roman"/>
          <w:b/>
          <w:bCs/>
          <w:lang w:eastAsia="cs-CZ"/>
        </w:rPr>
        <w:t>:</w:t>
      </w:r>
      <w:r w:rsidR="00CB7B5A"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01ABB4AD" w14:textId="77777777" w:rsidR="0088714E" w:rsidRPr="00CB7B5A" w:rsidRDefault="0088714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59F8EBD" w14:textId="1A519EBB" w:rsidR="00CB7B5A" w:rsidRDefault="0088714E" w:rsidP="0088714E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88714E">
        <w:rPr>
          <w:rFonts w:eastAsia="Calibri" w:cs="Times New Roman"/>
          <w:lang w:eastAsia="cs-CZ"/>
        </w:rPr>
        <w:t>PS_45-14-04_DSPS_1.00_TZ</w:t>
      </w:r>
    </w:p>
    <w:p w14:paraId="48432E65" w14:textId="723A9D4D" w:rsidR="0088714E" w:rsidRDefault="0088714E" w:rsidP="0088714E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88714E">
        <w:rPr>
          <w:rFonts w:eastAsia="Calibri" w:cs="Times New Roman"/>
          <w:lang w:eastAsia="cs-CZ"/>
        </w:rPr>
        <w:t>PS_45-14-04_DSPS_2.03_Ostruzna_schema_zapojeni_a_napajeni</w:t>
      </w:r>
    </w:p>
    <w:p w14:paraId="606A0D5D" w14:textId="489B1765" w:rsidR="0088714E" w:rsidRDefault="0088714E" w:rsidP="0088714E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88714E">
        <w:rPr>
          <w:rFonts w:eastAsia="Calibri" w:cs="Times New Roman"/>
          <w:lang w:eastAsia="cs-CZ"/>
        </w:rPr>
        <w:t>PS_45-14-04_DSPS_2.05_Ostruzna_dispozice</w:t>
      </w:r>
    </w:p>
    <w:p w14:paraId="00DD568F" w14:textId="55889549" w:rsidR="0088714E" w:rsidRDefault="0088714E" w:rsidP="0088714E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88714E">
        <w:rPr>
          <w:rFonts w:eastAsia="Calibri" w:cs="Times New Roman"/>
          <w:lang w:eastAsia="cs-CZ"/>
        </w:rPr>
        <w:t>PS_45-14-04_DSPS_2.07_Ostruzna_obsazeni_skrini</w:t>
      </w:r>
    </w:p>
    <w:p w14:paraId="73D3E5F6" w14:textId="644AB14A" w:rsidR="00C02A11" w:rsidRDefault="00C02A11" w:rsidP="00C02A11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C02A11">
        <w:rPr>
          <w:rFonts w:eastAsia="Calibri" w:cs="Times New Roman"/>
          <w:lang w:eastAsia="cs-CZ"/>
        </w:rPr>
        <w:t>18_Dispozice 1NP_příprava pro kamery</w:t>
      </w:r>
    </w:p>
    <w:p w14:paraId="20804F08" w14:textId="494B4492" w:rsidR="00F657B8" w:rsidRPr="0088714E" w:rsidRDefault="00F657B8" w:rsidP="00F657B8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F657B8">
        <w:rPr>
          <w:rFonts w:eastAsia="Calibri" w:cs="Times New Roman"/>
          <w:lang w:eastAsia="cs-CZ"/>
        </w:rPr>
        <w:t>VVZ_D6_ Rekonstrukce výpravní budovy v žst. Ostružná [zadání]_290622</w:t>
      </w:r>
    </w:p>
    <w:p w14:paraId="0533E01A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5425D5" w14:textId="77777777" w:rsidR="003D5C6D" w:rsidRDefault="003D5C6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28E73D" w14:textId="6467F5F8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663BE5ED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6B981E" w14:textId="180E6099" w:rsidR="003D5C6D" w:rsidRPr="00CB7B5A" w:rsidRDefault="003D5C6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9C885C" w14:textId="41C38BA4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5D0F051" w14:textId="77777777" w:rsidR="00366D37" w:rsidRPr="00CB7B5A" w:rsidRDefault="00366D3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727F04A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23A099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78DF2D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BAA02EA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343E988F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E608B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0525D9EB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74F23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2E1741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7E8D7C" w14:textId="18DB028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6D3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6D3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069F6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1EAF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493775" w14:textId="77777777" w:rsidR="00F1715C" w:rsidRDefault="00F1715C" w:rsidP="00D831A3">
          <w:pPr>
            <w:pStyle w:val="Zpat"/>
          </w:pPr>
        </w:p>
      </w:tc>
    </w:tr>
  </w:tbl>
  <w:p w14:paraId="5E30A3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6E9FA2" wp14:editId="63EED0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CFC66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BC7AFD2" wp14:editId="16B0EF9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5687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3C55DB6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9D8744" w14:textId="1AC54CB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6D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6D3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4619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09CF371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33FF09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5CBAC9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1A9497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6752D6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85CB9D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8514D2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08F2C2" w14:textId="77777777" w:rsidR="00490C88" w:rsidRDefault="00490C88" w:rsidP="00331004">
          <w:pPr>
            <w:pStyle w:val="Zpat"/>
          </w:pPr>
        </w:p>
      </w:tc>
    </w:tr>
  </w:tbl>
  <w:p w14:paraId="44CF2A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33AB96C" wp14:editId="6EE841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BAB2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F2F0A3C" wp14:editId="2AA8958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6D1D8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A96C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DB4CA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561F3CD6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2DBC1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11082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F36918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7A9C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9D67345" w14:textId="77777777" w:rsidR="00F1715C" w:rsidRPr="00D6163D" w:rsidRDefault="00F1715C" w:rsidP="00D6163D">
          <w:pPr>
            <w:pStyle w:val="Druhdokumentu"/>
          </w:pPr>
        </w:p>
      </w:tc>
    </w:tr>
  </w:tbl>
  <w:p w14:paraId="1F7314E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F6F17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EE75D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CE5628F" wp14:editId="2702B97B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2BFBE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6C4A67" w14:textId="77777777" w:rsidR="00F3199A" w:rsidRPr="00D6163D" w:rsidRDefault="00F3199A" w:rsidP="00FC6389">
          <w:pPr>
            <w:pStyle w:val="Druhdokumentu"/>
          </w:pPr>
        </w:p>
      </w:tc>
    </w:tr>
    <w:tr w:rsidR="00F3199A" w14:paraId="3BC29A5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3ED166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E9259A2" wp14:editId="3F856D4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81483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BCDEF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3A8227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CBEE774" wp14:editId="42C24E1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5673E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F432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81572C"/>
    <w:multiLevelType w:val="hybridMultilevel"/>
    <w:tmpl w:val="76B80D7E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549256B"/>
    <w:multiLevelType w:val="hybridMultilevel"/>
    <w:tmpl w:val="4EB6F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902B5"/>
    <w:multiLevelType w:val="hybridMultilevel"/>
    <w:tmpl w:val="EF288160"/>
    <w:lvl w:ilvl="0" w:tplc="233E8D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B2A3D5C"/>
    <w:multiLevelType w:val="hybridMultilevel"/>
    <w:tmpl w:val="9FAC0D76"/>
    <w:lvl w:ilvl="0" w:tplc="233E8D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B74F3"/>
    <w:multiLevelType w:val="hybridMultilevel"/>
    <w:tmpl w:val="A1D03C76"/>
    <w:lvl w:ilvl="0" w:tplc="233E8D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69249D"/>
    <w:multiLevelType w:val="hybridMultilevel"/>
    <w:tmpl w:val="D2B28CD6"/>
    <w:lvl w:ilvl="0" w:tplc="4928EF88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6642264"/>
    <w:multiLevelType w:val="hybridMultilevel"/>
    <w:tmpl w:val="B0647C10"/>
    <w:lvl w:ilvl="0" w:tplc="233E8DE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10"/>
  </w:num>
  <w:num w:numId="10">
    <w:abstractNumId w:val="12"/>
  </w:num>
  <w:num w:numId="11">
    <w:abstractNumId w:val="8"/>
  </w:num>
  <w:num w:numId="12">
    <w:abstractNumId w:val="9"/>
  </w:num>
  <w:num w:numId="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235E"/>
    <w:rsid w:val="00033432"/>
    <w:rsid w:val="000335CC"/>
    <w:rsid w:val="00070657"/>
    <w:rsid w:val="00072C1E"/>
    <w:rsid w:val="000B1153"/>
    <w:rsid w:val="000B6C7E"/>
    <w:rsid w:val="000B7907"/>
    <w:rsid w:val="000C0429"/>
    <w:rsid w:val="000C45E8"/>
    <w:rsid w:val="000F1772"/>
    <w:rsid w:val="00114472"/>
    <w:rsid w:val="00135BC2"/>
    <w:rsid w:val="00170EC5"/>
    <w:rsid w:val="001747C1"/>
    <w:rsid w:val="0018420B"/>
    <w:rsid w:val="0018596A"/>
    <w:rsid w:val="001B436C"/>
    <w:rsid w:val="001B69C2"/>
    <w:rsid w:val="001C4DA0"/>
    <w:rsid w:val="00207DF5"/>
    <w:rsid w:val="00225B63"/>
    <w:rsid w:val="002540C8"/>
    <w:rsid w:val="00260B63"/>
    <w:rsid w:val="002657ED"/>
    <w:rsid w:val="00266060"/>
    <w:rsid w:val="00267369"/>
    <w:rsid w:val="0026785D"/>
    <w:rsid w:val="002C31BF"/>
    <w:rsid w:val="002E0CD7"/>
    <w:rsid w:val="002F026B"/>
    <w:rsid w:val="00325653"/>
    <w:rsid w:val="00357BC6"/>
    <w:rsid w:val="00366D37"/>
    <w:rsid w:val="003703C4"/>
    <w:rsid w:val="0037111D"/>
    <w:rsid w:val="003956C6"/>
    <w:rsid w:val="0039616B"/>
    <w:rsid w:val="003C5BE7"/>
    <w:rsid w:val="003D5C6D"/>
    <w:rsid w:val="003E6B9A"/>
    <w:rsid w:val="003E75CE"/>
    <w:rsid w:val="0041380F"/>
    <w:rsid w:val="004272CE"/>
    <w:rsid w:val="004358F9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38CC"/>
    <w:rsid w:val="004C4399"/>
    <w:rsid w:val="004C69ED"/>
    <w:rsid w:val="004C787C"/>
    <w:rsid w:val="004F4B9B"/>
    <w:rsid w:val="00501654"/>
    <w:rsid w:val="00511AB9"/>
    <w:rsid w:val="00523EA7"/>
    <w:rsid w:val="00530715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4486"/>
    <w:rsid w:val="00657C59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8714E"/>
    <w:rsid w:val="00891334"/>
    <w:rsid w:val="008A14C0"/>
    <w:rsid w:val="008A3568"/>
    <w:rsid w:val="008D03B9"/>
    <w:rsid w:val="008F18D6"/>
    <w:rsid w:val="0090253E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42E7"/>
    <w:rsid w:val="00B8518B"/>
    <w:rsid w:val="00B9230E"/>
    <w:rsid w:val="00BB3740"/>
    <w:rsid w:val="00BD7E91"/>
    <w:rsid w:val="00BF374D"/>
    <w:rsid w:val="00C02A11"/>
    <w:rsid w:val="00C02D0A"/>
    <w:rsid w:val="00C03A6E"/>
    <w:rsid w:val="00C17451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A6160"/>
    <w:rsid w:val="00EB104F"/>
    <w:rsid w:val="00ED14BD"/>
    <w:rsid w:val="00ED5F11"/>
    <w:rsid w:val="00ED5F2D"/>
    <w:rsid w:val="00F01440"/>
    <w:rsid w:val="00F12DEC"/>
    <w:rsid w:val="00F1715C"/>
    <w:rsid w:val="00F310F8"/>
    <w:rsid w:val="00F3199A"/>
    <w:rsid w:val="00F35939"/>
    <w:rsid w:val="00F45607"/>
    <w:rsid w:val="00F64786"/>
    <w:rsid w:val="00F657B8"/>
    <w:rsid w:val="00F659EB"/>
    <w:rsid w:val="00F804A7"/>
    <w:rsid w:val="00F862D6"/>
    <w:rsid w:val="00F86BA6"/>
    <w:rsid w:val="00FA5511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6C8DBDD"/>
  <w14:defaultImageDpi w14:val="32767"/>
  <w15:docId w15:val="{D51FEB7B-4A00-4D45-B698-D5EE4896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C984F5-25FC-4B47-81E9-C27B4929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166</TotalTime>
  <Pages>5</Pages>
  <Words>1099</Words>
  <Characters>6489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27</cp:revision>
  <cp:lastPrinted>2019-02-22T13:28:00Z</cp:lastPrinted>
  <dcterms:created xsi:type="dcterms:W3CDTF">2020-01-24T12:53:00Z</dcterms:created>
  <dcterms:modified xsi:type="dcterms:W3CDTF">2022-06-29T10:45:00Z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